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CA5" w:rsidRDefault="00ED7CA5"/>
    <w:p w:rsidR="00ED7CA5" w:rsidRDefault="00ED7CA5"/>
    <w:p w:rsidR="00ED7CA5" w:rsidRDefault="00ED7CA5"/>
    <w:p w:rsidR="00FF4E0A" w:rsidRDefault="00002B38">
      <w:r>
        <w:rPr>
          <w:noProof/>
          <w:lang w:val="en-ZA" w:eastAsia="en-ZA"/>
        </w:rPr>
        <w:drawing>
          <wp:anchor distT="0" distB="0" distL="114300" distR="114300" simplePos="0" relativeHeight="251665408" behindDoc="0" locked="0" layoutInCell="1" allowOverlap="1" wp14:anchorId="21D64970" wp14:editId="34CC1BEA">
            <wp:simplePos x="0" y="0"/>
            <wp:positionH relativeFrom="column">
              <wp:posOffset>2314575</wp:posOffset>
            </wp:positionH>
            <wp:positionV relativeFrom="paragraph">
              <wp:posOffset>-100965</wp:posOffset>
            </wp:positionV>
            <wp:extent cx="1154430" cy="895350"/>
            <wp:effectExtent l="19050" t="0" r="7620" b="0"/>
            <wp:wrapNone/>
            <wp:docPr id="13" name="Picture 13" descr="C:\Users\NtlamaCongress\Desktop\NU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NtlamaCongress\Desktop\NUL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B1E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B4E96" wp14:editId="7072AB27">
                <wp:simplePos x="0" y="0"/>
                <wp:positionH relativeFrom="column">
                  <wp:posOffset>5248275</wp:posOffset>
                </wp:positionH>
                <wp:positionV relativeFrom="paragraph">
                  <wp:posOffset>-300990</wp:posOffset>
                </wp:positionV>
                <wp:extent cx="1219835" cy="960120"/>
                <wp:effectExtent l="19050" t="22860" r="27940" b="4572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9601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B654E" w:rsidRDefault="000B654E" w:rsidP="006A2216">
                            <w:pPr>
                              <w:jc w:val="center"/>
                              <w:rPr>
                                <w:rFonts w:ascii="Arial" w:hAnsi="Arial" w:cs="Arial"/>
                                <w:lang w:val="nso-ZA"/>
                              </w:rPr>
                            </w:pPr>
                          </w:p>
                          <w:p w:rsidR="00FD19C2" w:rsidRPr="000B654E" w:rsidRDefault="00FD19C2" w:rsidP="006A2216">
                            <w:pPr>
                              <w:jc w:val="center"/>
                              <w:rPr>
                                <w:rFonts w:ascii="Arial" w:hAnsi="Arial" w:cs="Arial"/>
                                <w:lang w:val="nso-ZA"/>
                              </w:rPr>
                            </w:pPr>
                            <w:r w:rsidRPr="000B654E">
                              <w:rPr>
                                <w:rFonts w:ascii="Arial" w:hAnsi="Arial" w:cs="Arial"/>
                                <w:lang w:val="nso-ZA"/>
                              </w:rPr>
                              <w:t>Attach</w:t>
                            </w:r>
                          </w:p>
                          <w:p w:rsidR="00E73A34" w:rsidRPr="000B654E" w:rsidRDefault="00E73A34" w:rsidP="006A2216">
                            <w:pPr>
                              <w:jc w:val="center"/>
                              <w:rPr>
                                <w:rFonts w:ascii="Arial" w:hAnsi="Arial" w:cs="Arial"/>
                                <w:lang w:val="nso-ZA"/>
                              </w:rPr>
                            </w:pPr>
                            <w:r w:rsidRPr="000B654E">
                              <w:rPr>
                                <w:rFonts w:ascii="Arial" w:hAnsi="Arial" w:cs="Arial"/>
                                <w:lang w:val="nso-ZA"/>
                              </w:rPr>
                              <w:t>Passport Size Phototograph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B4E9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3.25pt;margin-top:-23.7pt;width:96.05pt;height:7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" fillcolor="white [3201]" strokecolor="black [3213]" strokeweight="2.25pt">
                <v:fill color2="#999 [1296]" focus="100%" type="gradient"/>
                <v:shadow on="t" color="#7f7f7f [1601]" opacity=".5" offset="1pt"/>
                <v:textbox>
                  <w:txbxContent>
                    <w:p w:rsidR="000B654E" w:rsidRDefault="000B654E" w:rsidP="006A2216">
                      <w:pPr>
                        <w:jc w:val="center"/>
                        <w:rPr>
                          <w:rFonts w:ascii="Arial" w:hAnsi="Arial" w:cs="Arial"/>
                          <w:lang w:val="nso-ZA"/>
                        </w:rPr>
                      </w:pPr>
                    </w:p>
                    <w:p w:rsidR="00FD19C2" w:rsidRPr="000B654E" w:rsidRDefault="00FD19C2" w:rsidP="006A2216">
                      <w:pPr>
                        <w:jc w:val="center"/>
                        <w:rPr>
                          <w:rFonts w:ascii="Arial" w:hAnsi="Arial" w:cs="Arial"/>
                          <w:lang w:val="nso-ZA"/>
                        </w:rPr>
                      </w:pPr>
                      <w:r w:rsidRPr="000B654E">
                        <w:rPr>
                          <w:rFonts w:ascii="Arial" w:hAnsi="Arial" w:cs="Arial"/>
                          <w:lang w:val="nso-ZA"/>
                        </w:rPr>
                        <w:t>Attach</w:t>
                      </w:r>
                    </w:p>
                    <w:p w:rsidR="00E73A34" w:rsidRPr="000B654E" w:rsidRDefault="00E73A34" w:rsidP="006A2216">
                      <w:pPr>
                        <w:jc w:val="center"/>
                        <w:rPr>
                          <w:rFonts w:ascii="Arial" w:hAnsi="Arial" w:cs="Arial"/>
                          <w:lang w:val="nso-ZA"/>
                        </w:rPr>
                      </w:pPr>
                      <w:r w:rsidRPr="000B654E">
                        <w:rPr>
                          <w:rFonts w:ascii="Arial" w:hAnsi="Arial" w:cs="Arial"/>
                          <w:lang w:val="nso-ZA"/>
                        </w:rPr>
                        <w:t>Passport Size Phototograph</w:t>
                      </w:r>
                    </w:p>
                  </w:txbxContent>
                </v:textbox>
              </v:shape>
            </w:pict>
          </mc:Fallback>
        </mc:AlternateContent>
      </w:r>
      <w:r w:rsidR="00025B1E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9F11B0" wp14:editId="2D768DD1">
                <wp:simplePos x="0" y="0"/>
                <wp:positionH relativeFrom="column">
                  <wp:posOffset>-590550</wp:posOffset>
                </wp:positionH>
                <wp:positionV relativeFrom="paragraph">
                  <wp:posOffset>-481965</wp:posOffset>
                </wp:positionV>
                <wp:extent cx="5838825" cy="323850"/>
                <wp:effectExtent l="0" t="3810" r="0" b="0"/>
                <wp:wrapNone/>
                <wp:docPr id="2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93C" w:rsidRPr="00015CB7" w:rsidRDefault="0094093C" w:rsidP="0094093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lang w:val="nso-ZA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32"/>
                                <w:lang w:val="nso-ZA"/>
                              </w:rPr>
                              <w:t xml:space="preserve">              </w:t>
                            </w:r>
                            <w:r w:rsidR="00002B38">
                              <w:rPr>
                                <w:rFonts w:asciiTheme="minorHAnsi" w:hAnsiTheme="minorHAnsi"/>
                                <w:sz w:val="32"/>
                                <w:lang w:val="nso-ZA"/>
                              </w:rPr>
                              <w:t xml:space="preserve">          </w:t>
                            </w:r>
                            <w:r w:rsidRPr="00015CB7">
                              <w:rPr>
                                <w:rFonts w:asciiTheme="minorHAnsi" w:hAnsiTheme="minorHAnsi"/>
                                <w:b/>
                                <w:sz w:val="32"/>
                                <w:lang w:val="nso-ZA"/>
                              </w:rPr>
                              <w:t>NUL Undergraduate 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F11B0" id="Text Box 144" o:spid="_x0000_s1027" type="#_x0000_t202" style="position:absolute;margin-left:-46.5pt;margin-top:-37.95pt;width:459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" stroked="f">
                <v:textbox>
                  <w:txbxContent>
                    <w:p w:rsidR="0094093C" w:rsidRPr="00015CB7" w:rsidRDefault="0094093C" w:rsidP="0094093C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lang w:val="nso-ZA"/>
                        </w:rPr>
                      </w:pPr>
                      <w:r>
                        <w:rPr>
                          <w:rFonts w:asciiTheme="minorHAnsi" w:hAnsiTheme="minorHAnsi"/>
                          <w:sz w:val="32"/>
                          <w:lang w:val="nso-ZA"/>
                        </w:rPr>
                        <w:t xml:space="preserve">              </w:t>
                      </w:r>
                      <w:r w:rsidR="00002B38">
                        <w:rPr>
                          <w:rFonts w:asciiTheme="minorHAnsi" w:hAnsiTheme="minorHAnsi"/>
                          <w:sz w:val="32"/>
                          <w:lang w:val="nso-ZA"/>
                        </w:rPr>
                        <w:t xml:space="preserve">          </w:t>
                      </w:r>
                      <w:r w:rsidRPr="00015CB7">
                        <w:rPr>
                          <w:rFonts w:asciiTheme="minorHAnsi" w:hAnsiTheme="minorHAnsi"/>
                          <w:b/>
                          <w:sz w:val="32"/>
                          <w:lang w:val="nso-ZA"/>
                        </w:rPr>
                        <w:t>NUL Undergraduate 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FF4E0A" w:rsidRDefault="00FF4E0A"/>
    <w:p w:rsidR="00FF4E0A" w:rsidRDefault="00FF4E0A"/>
    <w:p w:rsidR="00FF4E0A" w:rsidRDefault="00FF4E0A"/>
    <w:p w:rsidR="00FF4E0A" w:rsidRDefault="00FF4E0A"/>
    <w:tbl>
      <w:tblPr>
        <w:tblStyle w:val="TableGrid"/>
        <w:tblW w:w="11065" w:type="dxa"/>
        <w:jc w:val="center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3"/>
        <w:gridCol w:w="322"/>
        <w:gridCol w:w="174"/>
        <w:gridCol w:w="143"/>
        <w:gridCol w:w="810"/>
        <w:gridCol w:w="64"/>
        <w:gridCol w:w="670"/>
        <w:gridCol w:w="727"/>
        <w:gridCol w:w="82"/>
        <w:gridCol w:w="16"/>
        <w:gridCol w:w="314"/>
        <w:gridCol w:w="895"/>
        <w:gridCol w:w="405"/>
        <w:gridCol w:w="36"/>
        <w:gridCol w:w="1421"/>
        <w:gridCol w:w="598"/>
        <w:gridCol w:w="375"/>
        <w:gridCol w:w="118"/>
        <w:gridCol w:w="1244"/>
        <w:gridCol w:w="304"/>
        <w:gridCol w:w="1334"/>
      </w:tblGrid>
      <w:tr w:rsidR="00491A66" w:rsidRPr="00E234BD" w:rsidTr="00D26551">
        <w:trPr>
          <w:cantSplit/>
          <w:trHeight w:val="545"/>
          <w:jc w:val="center"/>
        </w:trPr>
        <w:tc>
          <w:tcPr>
            <w:tcW w:w="11065" w:type="dxa"/>
            <w:gridSpan w:val="21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917DA" w:rsidRDefault="006917DA" w:rsidP="00986F03">
            <w:pPr>
              <w:pStyle w:val="Title"/>
              <w:rPr>
                <w:b w:val="0"/>
                <w:color w:val="auto"/>
                <w:sz w:val="24"/>
                <w:szCs w:val="24"/>
                <w:u w:val="single"/>
              </w:rPr>
            </w:pPr>
          </w:p>
          <w:p w:rsidR="00B74A40" w:rsidRDefault="00B74A40" w:rsidP="00986F03">
            <w:pPr>
              <w:pStyle w:val="Title"/>
              <w:rPr>
                <w:b w:val="0"/>
                <w:color w:val="auto"/>
                <w:sz w:val="24"/>
                <w:szCs w:val="24"/>
              </w:rPr>
            </w:pPr>
            <w:r w:rsidRPr="005861CB">
              <w:rPr>
                <w:b w:val="0"/>
                <w:color w:val="auto"/>
                <w:sz w:val="24"/>
                <w:szCs w:val="24"/>
              </w:rPr>
              <w:t>The Application Form</w:t>
            </w:r>
            <w:r w:rsidR="00FD309F" w:rsidRPr="005861CB">
              <w:rPr>
                <w:b w:val="0"/>
                <w:color w:val="auto"/>
                <w:sz w:val="24"/>
                <w:szCs w:val="24"/>
              </w:rPr>
              <w:t xml:space="preserve"> consists of f</w:t>
            </w:r>
            <w:r w:rsidR="00FC4A05" w:rsidRPr="005861CB">
              <w:rPr>
                <w:b w:val="0"/>
                <w:color w:val="auto"/>
                <w:sz w:val="24"/>
                <w:szCs w:val="24"/>
              </w:rPr>
              <w:t>ive</w:t>
            </w:r>
            <w:r w:rsidR="00FD309F" w:rsidRPr="005861CB">
              <w:rPr>
                <w:b w:val="0"/>
                <w:color w:val="auto"/>
                <w:sz w:val="24"/>
                <w:szCs w:val="24"/>
              </w:rPr>
              <w:t xml:space="preserve"> sections</w:t>
            </w:r>
            <w:r w:rsidR="00C1548B" w:rsidRPr="005861CB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D309F" w:rsidRPr="005861CB">
              <w:rPr>
                <w:b w:val="0"/>
                <w:color w:val="auto"/>
                <w:sz w:val="24"/>
                <w:szCs w:val="24"/>
              </w:rPr>
              <w:t>(</w:t>
            </w:r>
            <w:r w:rsidR="00FC4A05" w:rsidRPr="005861CB">
              <w:rPr>
                <w:b w:val="0"/>
                <w:color w:val="auto"/>
                <w:sz w:val="24"/>
                <w:szCs w:val="24"/>
              </w:rPr>
              <w:t>A</w:t>
            </w:r>
            <w:r w:rsidR="00262919" w:rsidRPr="005861CB">
              <w:rPr>
                <w:b w:val="0"/>
                <w:color w:val="auto"/>
                <w:sz w:val="24"/>
                <w:szCs w:val="24"/>
              </w:rPr>
              <w:t>, B, C, D</w:t>
            </w:r>
            <w:r w:rsidR="00FC4A05" w:rsidRPr="005861CB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D309F" w:rsidRPr="005861CB">
              <w:rPr>
                <w:b w:val="0"/>
                <w:color w:val="auto"/>
                <w:sz w:val="24"/>
                <w:szCs w:val="24"/>
              </w:rPr>
              <w:t>and</w:t>
            </w:r>
            <w:r w:rsidR="00FC4A05" w:rsidRPr="005861CB">
              <w:rPr>
                <w:b w:val="0"/>
                <w:color w:val="auto"/>
                <w:sz w:val="24"/>
                <w:szCs w:val="24"/>
              </w:rPr>
              <w:t xml:space="preserve"> E</w:t>
            </w:r>
            <w:r w:rsidR="00FD309F" w:rsidRPr="005861CB">
              <w:rPr>
                <w:b w:val="0"/>
                <w:color w:val="auto"/>
                <w:sz w:val="24"/>
                <w:szCs w:val="24"/>
              </w:rPr>
              <w:t>)</w:t>
            </w:r>
          </w:p>
          <w:p w:rsidR="00DB6B95" w:rsidRPr="00CA118E" w:rsidRDefault="00DB6B95" w:rsidP="00986F03">
            <w:pPr>
              <w:pStyle w:val="Title"/>
              <w:rPr>
                <w:color w:val="auto"/>
                <w:sz w:val="20"/>
                <w:szCs w:val="20"/>
                <w:u w:val="single"/>
              </w:rPr>
            </w:pPr>
            <w:r w:rsidRPr="00CA118E">
              <w:rPr>
                <w:color w:val="auto"/>
                <w:sz w:val="20"/>
                <w:szCs w:val="20"/>
                <w:u w:val="single"/>
              </w:rPr>
              <w:t>Applicants are strongly advised to read the information booklet before completing the application form</w:t>
            </w:r>
          </w:p>
          <w:p w:rsidR="000A52C6" w:rsidRDefault="000A52C6" w:rsidP="00B74A40">
            <w:pPr>
              <w:pStyle w:val="Title"/>
              <w:jc w:val="both"/>
              <w:rPr>
                <w:b w:val="0"/>
                <w:color w:val="auto"/>
                <w:sz w:val="18"/>
                <w:szCs w:val="20"/>
              </w:rPr>
            </w:pPr>
          </w:p>
          <w:p w:rsidR="000A52C6" w:rsidRDefault="00765584" w:rsidP="000A52C6">
            <w:pPr>
              <w:pStyle w:val="Title"/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 xml:space="preserve">Completed forms must be submitted </w:t>
            </w:r>
            <w:r w:rsidR="00853F44">
              <w:rPr>
                <w:i/>
                <w:color w:val="auto"/>
                <w:sz w:val="20"/>
                <w:szCs w:val="20"/>
              </w:rPr>
              <w:t xml:space="preserve">to the Admissions office </w:t>
            </w:r>
            <w:r>
              <w:rPr>
                <w:i/>
                <w:color w:val="auto"/>
                <w:sz w:val="20"/>
                <w:szCs w:val="20"/>
              </w:rPr>
              <w:t>on or before</w:t>
            </w:r>
            <w:r w:rsidR="000A52C6">
              <w:rPr>
                <w:i/>
                <w:color w:val="auto"/>
                <w:sz w:val="20"/>
                <w:szCs w:val="20"/>
              </w:rPr>
              <w:t xml:space="preserve"> </w:t>
            </w:r>
            <w:r w:rsidR="000A52C6" w:rsidRPr="000A52C6">
              <w:rPr>
                <w:i/>
                <w:color w:val="auto"/>
                <w:sz w:val="20"/>
                <w:szCs w:val="20"/>
              </w:rPr>
              <w:t>28</w:t>
            </w:r>
            <w:r w:rsidR="000A52C6" w:rsidRPr="000A52C6">
              <w:rPr>
                <w:i/>
                <w:color w:val="auto"/>
                <w:sz w:val="20"/>
                <w:szCs w:val="20"/>
                <w:vertAlign w:val="superscript"/>
              </w:rPr>
              <w:t>th</w:t>
            </w:r>
            <w:r w:rsidR="00AA66DE">
              <w:rPr>
                <w:i/>
                <w:color w:val="auto"/>
                <w:sz w:val="20"/>
                <w:szCs w:val="20"/>
              </w:rPr>
              <w:t xml:space="preserve"> March 2019</w:t>
            </w:r>
          </w:p>
          <w:p w:rsidR="000A52C6" w:rsidRPr="000A52C6" w:rsidRDefault="000A52C6" w:rsidP="000A52C6">
            <w:pPr>
              <w:pStyle w:val="Title"/>
              <w:rPr>
                <w:i/>
                <w:color w:val="auto"/>
                <w:sz w:val="20"/>
                <w:szCs w:val="20"/>
                <w:u w:val="single"/>
              </w:rPr>
            </w:pPr>
          </w:p>
          <w:p w:rsidR="000A52C6" w:rsidRPr="000A52C6" w:rsidRDefault="002E2B2D" w:rsidP="000A52C6">
            <w:pPr>
              <w:pStyle w:val="Title"/>
              <w:jc w:val="both"/>
              <w:rPr>
                <w:color w:val="auto"/>
                <w:sz w:val="20"/>
                <w:szCs w:val="20"/>
              </w:rPr>
            </w:pPr>
            <w:r w:rsidRPr="005861CB">
              <w:rPr>
                <w:color w:val="auto"/>
                <w:sz w:val="20"/>
                <w:szCs w:val="20"/>
              </w:rPr>
              <w:t>Completed forms</w:t>
            </w:r>
            <w:r w:rsidR="005F1A69">
              <w:rPr>
                <w:color w:val="auto"/>
                <w:sz w:val="20"/>
                <w:szCs w:val="20"/>
              </w:rPr>
              <w:t xml:space="preserve"> must</w:t>
            </w:r>
            <w:r w:rsidR="009679DB">
              <w:rPr>
                <w:color w:val="auto"/>
                <w:sz w:val="20"/>
                <w:szCs w:val="20"/>
              </w:rPr>
              <w:t xml:space="preserve"> be accompanied by:</w:t>
            </w:r>
          </w:p>
          <w:p w:rsidR="001743DE" w:rsidRDefault="009679DB" w:rsidP="00DE3D9E">
            <w:pPr>
              <w:pStyle w:val="Title"/>
              <w:numPr>
                <w:ilvl w:val="0"/>
                <w:numId w:val="9"/>
              </w:numPr>
              <w:jc w:val="left"/>
              <w:rPr>
                <w:b w:val="0"/>
                <w:color w:val="auto"/>
                <w:sz w:val="18"/>
                <w:szCs w:val="20"/>
              </w:rPr>
            </w:pPr>
            <w:r>
              <w:rPr>
                <w:b w:val="0"/>
                <w:color w:val="auto"/>
                <w:sz w:val="18"/>
                <w:szCs w:val="20"/>
              </w:rPr>
              <w:t>A</w:t>
            </w:r>
            <w:r w:rsidR="004D07EE" w:rsidRPr="00AE11FC">
              <w:rPr>
                <w:b w:val="0"/>
                <w:color w:val="auto"/>
                <w:sz w:val="18"/>
                <w:szCs w:val="20"/>
              </w:rPr>
              <w:t xml:space="preserve">n application fee of </w:t>
            </w:r>
            <w:r w:rsidR="004D07EE" w:rsidRPr="00DB6B95">
              <w:rPr>
                <w:color w:val="auto"/>
                <w:sz w:val="18"/>
                <w:szCs w:val="20"/>
              </w:rPr>
              <w:t>M</w:t>
            </w:r>
            <w:r w:rsidR="00291BED">
              <w:rPr>
                <w:color w:val="auto"/>
                <w:sz w:val="18"/>
                <w:szCs w:val="20"/>
              </w:rPr>
              <w:t>3</w:t>
            </w:r>
            <w:r w:rsidR="00AA66DE">
              <w:rPr>
                <w:color w:val="auto"/>
                <w:sz w:val="18"/>
                <w:szCs w:val="20"/>
              </w:rPr>
              <w:t>20</w:t>
            </w:r>
            <w:r w:rsidR="00AE2F8E" w:rsidRPr="00DB6B95">
              <w:rPr>
                <w:color w:val="auto"/>
                <w:sz w:val="18"/>
                <w:szCs w:val="20"/>
              </w:rPr>
              <w:t>.00</w:t>
            </w:r>
            <w:r w:rsidR="0017389B" w:rsidRPr="00DB6B95">
              <w:rPr>
                <w:color w:val="auto"/>
                <w:sz w:val="18"/>
                <w:szCs w:val="20"/>
              </w:rPr>
              <w:t xml:space="preserve"> (Local</w:t>
            </w:r>
            <w:r w:rsidR="00CA11AC">
              <w:rPr>
                <w:color w:val="auto"/>
                <w:sz w:val="18"/>
                <w:szCs w:val="20"/>
              </w:rPr>
              <w:t xml:space="preserve"> Students</w:t>
            </w:r>
            <w:r w:rsidR="0017389B" w:rsidRPr="00DB6B95">
              <w:rPr>
                <w:color w:val="auto"/>
                <w:sz w:val="18"/>
                <w:szCs w:val="20"/>
              </w:rPr>
              <w:t>)</w:t>
            </w:r>
            <w:r w:rsidR="00DE3D9E" w:rsidRPr="00DB6B95">
              <w:rPr>
                <w:color w:val="auto"/>
                <w:sz w:val="18"/>
                <w:szCs w:val="20"/>
              </w:rPr>
              <w:t xml:space="preserve">, </w:t>
            </w:r>
            <w:r w:rsidR="00291BED">
              <w:rPr>
                <w:color w:val="auto"/>
                <w:sz w:val="18"/>
                <w:szCs w:val="20"/>
              </w:rPr>
              <w:t>M4</w:t>
            </w:r>
            <w:r w:rsidR="00AA66DE">
              <w:rPr>
                <w:color w:val="auto"/>
                <w:sz w:val="18"/>
                <w:szCs w:val="20"/>
              </w:rPr>
              <w:t>2</w:t>
            </w:r>
            <w:r w:rsidR="00DB6B95" w:rsidRPr="00DB6B95">
              <w:rPr>
                <w:color w:val="auto"/>
                <w:sz w:val="18"/>
                <w:szCs w:val="20"/>
              </w:rPr>
              <w:t>0</w:t>
            </w:r>
            <w:r w:rsidR="002008A2">
              <w:rPr>
                <w:color w:val="auto"/>
                <w:sz w:val="18"/>
                <w:szCs w:val="20"/>
              </w:rPr>
              <w:t>-00 (International Students</w:t>
            </w:r>
            <w:r w:rsidR="0017389B" w:rsidRPr="00DB6B95">
              <w:rPr>
                <w:color w:val="auto"/>
                <w:sz w:val="18"/>
                <w:szCs w:val="20"/>
              </w:rPr>
              <w:t>)</w:t>
            </w:r>
            <w:r w:rsidR="00221BD6">
              <w:rPr>
                <w:color w:val="auto"/>
                <w:sz w:val="18"/>
                <w:szCs w:val="20"/>
              </w:rPr>
              <w:t xml:space="preserve"> </w:t>
            </w:r>
            <w:r w:rsidR="005B7EAA" w:rsidRPr="005B7EAA">
              <w:rPr>
                <w:b w:val="0"/>
                <w:color w:val="auto"/>
                <w:sz w:val="18"/>
                <w:szCs w:val="20"/>
              </w:rPr>
              <w:t>payed into</w:t>
            </w:r>
            <w:r w:rsidR="005B7EAA">
              <w:rPr>
                <w:color w:val="auto"/>
                <w:sz w:val="18"/>
                <w:szCs w:val="20"/>
              </w:rPr>
              <w:t xml:space="preserve"> </w:t>
            </w:r>
            <w:r w:rsidR="005B7EAA">
              <w:rPr>
                <w:color w:val="auto"/>
                <w:sz w:val="18"/>
                <w:szCs w:val="20"/>
                <w:u w:val="single"/>
              </w:rPr>
              <w:t>Standard Lesotho Bank</w:t>
            </w:r>
            <w:r w:rsidR="00AA66DE">
              <w:rPr>
                <w:color w:val="auto"/>
                <w:sz w:val="18"/>
                <w:szCs w:val="20"/>
                <w:u w:val="single"/>
              </w:rPr>
              <w:t xml:space="preserve"> 9080001407356</w:t>
            </w:r>
            <w:r w:rsidR="005B7EAA">
              <w:rPr>
                <w:color w:val="auto"/>
                <w:sz w:val="18"/>
                <w:szCs w:val="20"/>
                <w:u w:val="single"/>
              </w:rPr>
              <w:t xml:space="preserve"> </w:t>
            </w:r>
            <w:r w:rsidR="00221BD6" w:rsidRPr="00221BD6">
              <w:rPr>
                <w:b w:val="0"/>
                <w:color w:val="auto"/>
                <w:sz w:val="18"/>
                <w:szCs w:val="20"/>
              </w:rPr>
              <w:t>and attach a copy of</w:t>
            </w:r>
            <w:r w:rsidR="00221BD6">
              <w:rPr>
                <w:color w:val="auto"/>
                <w:sz w:val="18"/>
                <w:szCs w:val="20"/>
              </w:rPr>
              <w:t xml:space="preserve"> </w:t>
            </w:r>
            <w:r w:rsidR="00221BD6" w:rsidRPr="00221BD6">
              <w:rPr>
                <w:b w:val="0"/>
                <w:color w:val="auto"/>
                <w:sz w:val="18"/>
                <w:szCs w:val="20"/>
              </w:rPr>
              <w:t>the confirmation slip</w:t>
            </w:r>
            <w:r w:rsidR="005B7EAA">
              <w:rPr>
                <w:b w:val="0"/>
                <w:color w:val="auto"/>
                <w:sz w:val="18"/>
                <w:szCs w:val="20"/>
              </w:rPr>
              <w:t>.</w:t>
            </w:r>
          </w:p>
          <w:p w:rsidR="00221BD6" w:rsidRDefault="001743DE" w:rsidP="00DE3D9E">
            <w:pPr>
              <w:pStyle w:val="Title"/>
              <w:numPr>
                <w:ilvl w:val="0"/>
                <w:numId w:val="9"/>
              </w:numPr>
              <w:jc w:val="left"/>
              <w:rPr>
                <w:b w:val="0"/>
                <w:color w:val="auto"/>
                <w:sz w:val="18"/>
                <w:szCs w:val="20"/>
              </w:rPr>
            </w:pPr>
            <w:r>
              <w:rPr>
                <w:b w:val="0"/>
                <w:color w:val="auto"/>
                <w:sz w:val="18"/>
                <w:szCs w:val="20"/>
              </w:rPr>
              <w:t>2 Academic Reference forms bearing stamp of previous school</w:t>
            </w:r>
            <w:r w:rsidR="00C150A4">
              <w:rPr>
                <w:b w:val="0"/>
                <w:color w:val="auto"/>
                <w:sz w:val="18"/>
                <w:szCs w:val="20"/>
              </w:rPr>
              <w:t>.</w:t>
            </w:r>
            <w:r w:rsidR="00221BD6">
              <w:rPr>
                <w:b w:val="0"/>
                <w:color w:val="auto"/>
                <w:sz w:val="18"/>
                <w:szCs w:val="20"/>
              </w:rPr>
              <w:t xml:space="preserve"> </w:t>
            </w:r>
          </w:p>
          <w:p w:rsidR="00986F03" w:rsidRPr="004F30D3" w:rsidRDefault="009679DB" w:rsidP="004F30D3">
            <w:pPr>
              <w:pStyle w:val="Title"/>
              <w:numPr>
                <w:ilvl w:val="0"/>
                <w:numId w:val="9"/>
              </w:numPr>
              <w:jc w:val="left"/>
              <w:rPr>
                <w:b w:val="0"/>
                <w:color w:val="auto"/>
                <w:sz w:val="18"/>
                <w:szCs w:val="20"/>
              </w:rPr>
            </w:pPr>
            <w:r>
              <w:rPr>
                <w:b w:val="0"/>
                <w:color w:val="auto"/>
                <w:sz w:val="18"/>
                <w:szCs w:val="20"/>
              </w:rPr>
              <w:t>C</w:t>
            </w:r>
            <w:r w:rsidR="00AA13A4" w:rsidRPr="00AE11FC">
              <w:rPr>
                <w:b w:val="0"/>
                <w:color w:val="auto"/>
                <w:sz w:val="18"/>
                <w:szCs w:val="20"/>
              </w:rPr>
              <w:t xml:space="preserve">ertified copy of </w:t>
            </w:r>
            <w:r w:rsidR="002E2B2D" w:rsidRPr="00AE11FC">
              <w:rPr>
                <w:b w:val="0"/>
                <w:color w:val="auto"/>
                <w:sz w:val="18"/>
                <w:szCs w:val="20"/>
              </w:rPr>
              <w:t>p</w:t>
            </w:r>
            <w:r w:rsidR="00AA13A4" w:rsidRPr="00AE11FC">
              <w:rPr>
                <w:b w:val="0"/>
                <w:color w:val="auto"/>
                <w:sz w:val="18"/>
                <w:szCs w:val="20"/>
              </w:rPr>
              <w:t xml:space="preserve">assport </w:t>
            </w:r>
            <w:r w:rsidR="00221BD6">
              <w:rPr>
                <w:b w:val="0"/>
                <w:color w:val="auto"/>
                <w:sz w:val="18"/>
                <w:szCs w:val="20"/>
              </w:rPr>
              <w:t xml:space="preserve">or ID or any form of Identification </w:t>
            </w:r>
            <w:r w:rsidR="00AA13A4" w:rsidRPr="00AE11FC">
              <w:rPr>
                <w:b w:val="0"/>
                <w:color w:val="auto"/>
                <w:sz w:val="18"/>
                <w:szCs w:val="20"/>
              </w:rPr>
              <w:t xml:space="preserve">showing biographical data </w:t>
            </w:r>
            <w:r w:rsidR="00DE3D9E" w:rsidRPr="00AE11FC">
              <w:rPr>
                <w:b w:val="0"/>
                <w:color w:val="auto"/>
                <w:sz w:val="18"/>
                <w:szCs w:val="20"/>
              </w:rPr>
              <w:t>&amp;</w:t>
            </w:r>
            <w:r w:rsidR="00AA13A4" w:rsidRPr="00AE11FC">
              <w:rPr>
                <w:b w:val="0"/>
                <w:color w:val="auto"/>
                <w:sz w:val="18"/>
                <w:szCs w:val="20"/>
              </w:rPr>
              <w:t xml:space="preserve"> expiry date</w:t>
            </w:r>
            <w:r w:rsidR="00ED7CA5">
              <w:rPr>
                <w:b w:val="0"/>
                <w:color w:val="auto"/>
                <w:sz w:val="18"/>
                <w:szCs w:val="20"/>
              </w:rPr>
              <w:t>.</w:t>
            </w:r>
            <w:bookmarkStart w:id="0" w:name="_GoBack"/>
            <w:bookmarkEnd w:id="0"/>
          </w:p>
          <w:p w:rsidR="00695EF5" w:rsidRDefault="005B7EAA" w:rsidP="00CA118E">
            <w:pPr>
              <w:pStyle w:val="Title"/>
              <w:numPr>
                <w:ilvl w:val="0"/>
                <w:numId w:val="9"/>
              </w:numPr>
              <w:jc w:val="left"/>
              <w:rPr>
                <w:b w:val="0"/>
                <w:color w:val="auto"/>
                <w:sz w:val="18"/>
                <w:szCs w:val="20"/>
              </w:rPr>
            </w:pPr>
            <w:r>
              <w:rPr>
                <w:b w:val="0"/>
                <w:color w:val="auto"/>
                <w:sz w:val="18"/>
                <w:szCs w:val="20"/>
              </w:rPr>
              <w:t>V</w:t>
            </w:r>
            <w:r w:rsidR="00AE11FC" w:rsidRPr="00AE11FC">
              <w:rPr>
                <w:b w:val="0"/>
                <w:color w:val="auto"/>
                <w:sz w:val="18"/>
                <w:szCs w:val="20"/>
              </w:rPr>
              <w:t xml:space="preserve">erified and certified copies of </w:t>
            </w:r>
            <w:r w:rsidR="00B37903">
              <w:rPr>
                <w:b w:val="0"/>
                <w:color w:val="auto"/>
                <w:sz w:val="18"/>
                <w:szCs w:val="20"/>
              </w:rPr>
              <w:t xml:space="preserve">Educational </w:t>
            </w:r>
            <w:r w:rsidR="00AE11FC" w:rsidRPr="00AE11FC">
              <w:rPr>
                <w:b w:val="0"/>
                <w:color w:val="auto"/>
                <w:sz w:val="18"/>
                <w:szCs w:val="20"/>
              </w:rPr>
              <w:t>Certificates/</w:t>
            </w:r>
            <w:r w:rsidR="0013235E">
              <w:rPr>
                <w:b w:val="0"/>
                <w:color w:val="auto"/>
                <w:sz w:val="18"/>
                <w:szCs w:val="20"/>
              </w:rPr>
              <w:t>transcripts</w:t>
            </w:r>
            <w:r w:rsidR="000A52C6">
              <w:rPr>
                <w:b w:val="0"/>
                <w:color w:val="auto"/>
                <w:sz w:val="18"/>
                <w:szCs w:val="20"/>
              </w:rPr>
              <w:t xml:space="preserve"> excluding PSLE and JC Certificates.</w:t>
            </w:r>
          </w:p>
          <w:p w:rsidR="0013235E" w:rsidRPr="00CA118E" w:rsidRDefault="0013235E" w:rsidP="00CA118E">
            <w:pPr>
              <w:pStyle w:val="Title"/>
              <w:numPr>
                <w:ilvl w:val="0"/>
                <w:numId w:val="9"/>
              </w:numPr>
              <w:jc w:val="left"/>
              <w:rPr>
                <w:b w:val="0"/>
                <w:color w:val="auto"/>
                <w:sz w:val="18"/>
                <w:szCs w:val="20"/>
              </w:rPr>
            </w:pPr>
            <w:r>
              <w:rPr>
                <w:b w:val="0"/>
                <w:color w:val="auto"/>
                <w:sz w:val="18"/>
                <w:szCs w:val="20"/>
              </w:rPr>
              <w:t>Evaluation or Conversion certificate from Examination Council of Lesotho (Ecol) for Matriculates. Any other foreign internationals who sat for GCSE e.g. LGCSE, IGCSE or equivalent do not need to evaluate.</w:t>
            </w:r>
          </w:p>
          <w:p w:rsidR="0094093C" w:rsidRDefault="0094093C" w:rsidP="002E2B2D">
            <w:pPr>
              <w:pStyle w:val="Title"/>
              <w:rPr>
                <w:color w:val="auto"/>
                <w:sz w:val="20"/>
                <w:szCs w:val="20"/>
                <w:u w:val="single"/>
              </w:rPr>
            </w:pPr>
          </w:p>
          <w:p w:rsidR="00584C17" w:rsidRDefault="00025B1E" w:rsidP="00E1630C">
            <w:pPr>
              <w:pStyle w:val="Title"/>
              <w:rPr>
                <w:color w:val="auto"/>
                <w:sz w:val="20"/>
                <w:szCs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131445</wp:posOffset>
                      </wp:positionV>
                      <wp:extent cx="6793230" cy="282575"/>
                      <wp:effectExtent l="22225" t="26670" r="33020" b="52705"/>
                      <wp:wrapNone/>
                      <wp:docPr id="21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3230" cy="282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D309F" w:rsidRPr="00FD309F" w:rsidRDefault="00FD309F" w:rsidP="00C80612">
                                  <w:pPr>
                                    <w:pStyle w:val="Title"/>
                                    <w:jc w:val="both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FD309F"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  <w:u w:val="single"/>
                                    </w:rPr>
                                    <w:t>For Office use only: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028" type="#_x0000_t202" style="position:absolute;left:0;text-align:left;margin-left:-2pt;margin-top:10.35pt;width:534.9pt;height: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" fillcolor="black [3200]" strokecolor="#f2f2f2 [3041]" strokeweight="3pt">
                      <v:shadow on="t" color="#7f7f7f [1601]" opacity=".5" offset="1pt"/>
                      <v:textbox style="mso-fit-shape-to-text:t">
                        <w:txbxContent>
                          <w:p w:rsidR="00FD309F" w:rsidRPr="00FD309F" w:rsidRDefault="00FD309F" w:rsidP="00C80612">
                            <w:pPr>
                              <w:pStyle w:val="Title"/>
                              <w:jc w:val="both"/>
                              <w:rPr>
                                <w:color w:val="FFFFFF" w:themeColor="background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D309F">
                              <w:rPr>
                                <w:color w:val="FFFFFF" w:themeColor="background1"/>
                                <w:sz w:val="20"/>
                                <w:szCs w:val="20"/>
                                <w:u w:val="single"/>
                              </w:rPr>
                              <w:t>For Office use only: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4C17" w:rsidRDefault="00584C17" w:rsidP="00E1630C">
            <w:pPr>
              <w:pStyle w:val="Title"/>
              <w:rPr>
                <w:color w:val="auto"/>
                <w:sz w:val="20"/>
                <w:szCs w:val="20"/>
              </w:rPr>
            </w:pPr>
          </w:p>
          <w:p w:rsidR="00584C17" w:rsidRDefault="00584C17" w:rsidP="00E1630C">
            <w:pPr>
              <w:pStyle w:val="Title"/>
              <w:rPr>
                <w:color w:val="auto"/>
                <w:sz w:val="20"/>
                <w:szCs w:val="20"/>
              </w:rPr>
            </w:pPr>
          </w:p>
          <w:p w:rsidR="003661BF" w:rsidRDefault="003661BF" w:rsidP="003661BF">
            <w:pPr>
              <w:pStyle w:val="Title"/>
              <w:jc w:val="both"/>
              <w:rPr>
                <w:color w:val="auto"/>
                <w:sz w:val="20"/>
                <w:szCs w:val="20"/>
              </w:rPr>
            </w:pPr>
          </w:p>
          <w:p w:rsidR="00516584" w:rsidRPr="00CA118E" w:rsidRDefault="00516584" w:rsidP="003661BF">
            <w:pPr>
              <w:pStyle w:val="Title"/>
              <w:jc w:val="both"/>
              <w:rPr>
                <w:color w:val="auto"/>
                <w:sz w:val="18"/>
                <w:szCs w:val="18"/>
              </w:rPr>
            </w:pPr>
            <w:r w:rsidRPr="00CA118E">
              <w:rPr>
                <w:color w:val="auto"/>
                <w:sz w:val="18"/>
                <w:szCs w:val="18"/>
              </w:rPr>
              <w:t>Surname: ________________________________________________________</w:t>
            </w:r>
          </w:p>
          <w:p w:rsidR="00CA118E" w:rsidRPr="00CA118E" w:rsidRDefault="00CA118E" w:rsidP="003661BF">
            <w:pPr>
              <w:pStyle w:val="Title"/>
              <w:jc w:val="both"/>
              <w:rPr>
                <w:color w:val="auto"/>
                <w:sz w:val="18"/>
                <w:szCs w:val="18"/>
              </w:rPr>
            </w:pPr>
          </w:p>
          <w:p w:rsidR="003661BF" w:rsidRPr="00CA118E" w:rsidRDefault="003661BF" w:rsidP="003661BF">
            <w:pPr>
              <w:pStyle w:val="Title"/>
              <w:jc w:val="both"/>
              <w:rPr>
                <w:color w:val="auto"/>
                <w:sz w:val="18"/>
                <w:szCs w:val="18"/>
              </w:rPr>
            </w:pPr>
            <w:r w:rsidRPr="00CA118E">
              <w:rPr>
                <w:color w:val="auto"/>
                <w:sz w:val="18"/>
                <w:szCs w:val="18"/>
              </w:rPr>
              <w:t>Student Name</w:t>
            </w:r>
            <w:r w:rsidR="00516584" w:rsidRPr="00CA118E">
              <w:rPr>
                <w:color w:val="auto"/>
                <w:sz w:val="18"/>
                <w:szCs w:val="18"/>
              </w:rPr>
              <w:t xml:space="preserve">: </w:t>
            </w:r>
            <w:r w:rsidRPr="00CA118E">
              <w:rPr>
                <w:color w:val="auto"/>
                <w:sz w:val="18"/>
                <w:szCs w:val="18"/>
              </w:rPr>
              <w:t>____________________________________________________</w:t>
            </w:r>
          </w:p>
          <w:p w:rsidR="003661BF" w:rsidRPr="00CA118E" w:rsidRDefault="003661BF" w:rsidP="003661BF">
            <w:pPr>
              <w:pStyle w:val="Title"/>
              <w:jc w:val="both"/>
              <w:rPr>
                <w:color w:val="auto"/>
                <w:sz w:val="18"/>
                <w:szCs w:val="18"/>
              </w:rPr>
            </w:pPr>
          </w:p>
          <w:p w:rsidR="003661BF" w:rsidRPr="00CA118E" w:rsidRDefault="009E5055" w:rsidP="003661BF">
            <w:pPr>
              <w:pStyle w:val="Title"/>
              <w:jc w:val="both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Student</w:t>
            </w:r>
            <w:r w:rsidR="003661BF" w:rsidRPr="00CA118E">
              <w:rPr>
                <w:color w:val="auto"/>
                <w:sz w:val="18"/>
                <w:szCs w:val="18"/>
              </w:rPr>
              <w:t xml:space="preserve"> Number</w:t>
            </w:r>
            <w:r w:rsidR="00516584" w:rsidRPr="00CA118E">
              <w:rPr>
                <w:color w:val="auto"/>
                <w:sz w:val="18"/>
                <w:szCs w:val="18"/>
              </w:rPr>
              <w:t>: _</w:t>
            </w:r>
            <w:r w:rsidR="003661BF" w:rsidRPr="00CA118E">
              <w:rPr>
                <w:color w:val="auto"/>
                <w:sz w:val="18"/>
                <w:szCs w:val="18"/>
              </w:rPr>
              <w:t>__________________</w:t>
            </w:r>
            <w:r>
              <w:rPr>
                <w:color w:val="auto"/>
                <w:sz w:val="18"/>
                <w:szCs w:val="18"/>
              </w:rPr>
              <w:t>______________Receipt</w:t>
            </w:r>
            <w:r w:rsidRPr="00CA118E">
              <w:rPr>
                <w:color w:val="auto"/>
                <w:sz w:val="18"/>
                <w:szCs w:val="18"/>
              </w:rPr>
              <w:t xml:space="preserve"> Number:</w:t>
            </w:r>
            <w:r>
              <w:rPr>
                <w:color w:val="auto"/>
                <w:sz w:val="18"/>
                <w:szCs w:val="18"/>
              </w:rPr>
              <w:t xml:space="preserve"> _________________________________</w:t>
            </w:r>
          </w:p>
          <w:p w:rsidR="00491A66" w:rsidRPr="00F60D72" w:rsidRDefault="00FD787E" w:rsidP="000176EB">
            <w:pPr>
              <w:pStyle w:val="Title"/>
              <w:rPr>
                <w:sz w:val="20"/>
                <w:szCs w:val="20"/>
              </w:rPr>
            </w:pPr>
            <w:r w:rsidRPr="00F60D72">
              <w:rPr>
                <w:noProof/>
                <w:color w:val="auto"/>
                <w:sz w:val="24"/>
                <w:szCs w:val="24"/>
                <w:lang w:val="en-ZA" w:eastAsia="en-ZA"/>
              </w:rPr>
              <w:drawing>
                <wp:anchor distT="36576" distB="36576" distL="36576" distR="36576" simplePos="0" relativeHeight="251646976" behindDoc="0" locked="0" layoutInCell="1" allowOverlap="1">
                  <wp:simplePos x="0" y="0"/>
                  <wp:positionH relativeFrom="column">
                    <wp:posOffset>8495665</wp:posOffset>
                  </wp:positionH>
                  <wp:positionV relativeFrom="paragraph">
                    <wp:posOffset>1424940</wp:posOffset>
                  </wp:positionV>
                  <wp:extent cx="1007745" cy="742315"/>
                  <wp:effectExtent l="19050" t="0" r="1905" b="0"/>
                  <wp:wrapNone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74231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Pr="00F60D72">
              <w:rPr>
                <w:noProof/>
                <w:color w:val="auto"/>
                <w:sz w:val="24"/>
                <w:szCs w:val="24"/>
                <w:lang w:val="en-ZA" w:eastAsia="en-ZA"/>
              </w:rPr>
              <w:drawing>
                <wp:anchor distT="36576" distB="36576" distL="36576" distR="36576" simplePos="0" relativeHeight="251645952" behindDoc="0" locked="0" layoutInCell="1" allowOverlap="1">
                  <wp:simplePos x="0" y="0"/>
                  <wp:positionH relativeFrom="column">
                    <wp:posOffset>8495665</wp:posOffset>
                  </wp:positionH>
                  <wp:positionV relativeFrom="paragraph">
                    <wp:posOffset>1424940</wp:posOffset>
                  </wp:positionV>
                  <wp:extent cx="1007745" cy="742315"/>
                  <wp:effectExtent l="19050" t="0" r="1905" b="0"/>
                  <wp:wrapNone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74231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81188" w:rsidRPr="00E234BD" w:rsidTr="00D26551">
        <w:trPr>
          <w:cantSplit/>
          <w:trHeight w:hRule="exact" w:val="326"/>
          <w:jc w:val="center"/>
        </w:trPr>
        <w:tc>
          <w:tcPr>
            <w:tcW w:w="11065" w:type="dxa"/>
            <w:gridSpan w:val="21"/>
            <w:shd w:val="clear" w:color="auto" w:fill="404040"/>
            <w:vAlign w:val="center"/>
          </w:tcPr>
          <w:p w:rsidR="00C81188" w:rsidRPr="00F60D72" w:rsidRDefault="00A66496" w:rsidP="003016B6">
            <w:pPr>
              <w:pStyle w:val="Heading1"/>
            </w:pPr>
            <w:r w:rsidRPr="00F60D72">
              <w:t>(A)</w:t>
            </w:r>
            <w:r w:rsidR="003661BF" w:rsidRPr="00F60D72">
              <w:t xml:space="preserve">Personal </w:t>
            </w:r>
            <w:r w:rsidR="00C81188" w:rsidRPr="00F60D72">
              <w:t>Information</w:t>
            </w:r>
          </w:p>
        </w:tc>
      </w:tr>
      <w:tr w:rsidR="00D26551" w:rsidRPr="00E234BD" w:rsidTr="00D26551">
        <w:trPr>
          <w:cantSplit/>
          <w:trHeight w:hRule="exact" w:val="296"/>
          <w:jc w:val="center"/>
        </w:trPr>
        <w:tc>
          <w:tcPr>
            <w:tcW w:w="1013" w:type="dxa"/>
            <w:vAlign w:val="center"/>
          </w:tcPr>
          <w:p w:rsidR="00F2357D" w:rsidRPr="00F60D72" w:rsidRDefault="00F2357D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Name</w:t>
            </w:r>
            <w:r>
              <w:rPr>
                <w:b/>
              </w:rPr>
              <w:t>s</w:t>
            </w:r>
            <w:r w:rsidRPr="00F60D72">
              <w:rPr>
                <w:b/>
              </w:rPr>
              <w:t xml:space="preserve"> </w:t>
            </w:r>
          </w:p>
        </w:tc>
        <w:tc>
          <w:tcPr>
            <w:tcW w:w="3322" w:type="dxa"/>
            <w:gridSpan w:val="10"/>
            <w:vAlign w:val="center"/>
          </w:tcPr>
          <w:p w:rsidR="00F2357D" w:rsidRPr="00F60D72" w:rsidRDefault="00F2357D" w:rsidP="000176EB">
            <w:pPr>
              <w:pStyle w:val="BodyText"/>
              <w:rPr>
                <w:b/>
              </w:rPr>
            </w:pPr>
            <w:r>
              <w:rPr>
                <w:b/>
              </w:rPr>
              <w:t>First Name:</w:t>
            </w:r>
          </w:p>
        </w:tc>
        <w:tc>
          <w:tcPr>
            <w:tcW w:w="3355" w:type="dxa"/>
            <w:gridSpan w:val="5"/>
            <w:vAlign w:val="center"/>
          </w:tcPr>
          <w:p w:rsidR="00F2357D" w:rsidRPr="00F60D72" w:rsidRDefault="00F2357D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Mid</w:t>
            </w:r>
            <w:r>
              <w:rPr>
                <w:b/>
              </w:rPr>
              <w:t>dle</w:t>
            </w:r>
            <w:r w:rsidRPr="00F60D72">
              <w:rPr>
                <w:b/>
              </w:rPr>
              <w:t xml:space="preserve"> Name:</w:t>
            </w:r>
          </w:p>
        </w:tc>
        <w:tc>
          <w:tcPr>
            <w:tcW w:w="3375" w:type="dxa"/>
            <w:gridSpan w:val="5"/>
            <w:vAlign w:val="center"/>
          </w:tcPr>
          <w:p w:rsidR="00F2357D" w:rsidRPr="00F60D72" w:rsidRDefault="00F2357D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Surname:</w:t>
            </w:r>
          </w:p>
        </w:tc>
      </w:tr>
      <w:tr w:rsidR="00CF130E" w:rsidRPr="00E234BD" w:rsidTr="00CF130E">
        <w:trPr>
          <w:cantSplit/>
          <w:trHeight w:hRule="exact" w:val="320"/>
          <w:jc w:val="center"/>
        </w:trPr>
        <w:tc>
          <w:tcPr>
            <w:tcW w:w="1652" w:type="dxa"/>
            <w:gridSpan w:val="4"/>
            <w:vAlign w:val="center"/>
          </w:tcPr>
          <w:p w:rsidR="00CF130E" w:rsidRPr="00F60D72" w:rsidRDefault="00CF130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Maiden Name:</w:t>
            </w:r>
          </w:p>
        </w:tc>
        <w:tc>
          <w:tcPr>
            <w:tcW w:w="3578" w:type="dxa"/>
            <w:gridSpan w:val="8"/>
            <w:vAlign w:val="center"/>
          </w:tcPr>
          <w:p w:rsidR="00CF130E" w:rsidRPr="00F60D72" w:rsidRDefault="00CF130E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  <w:vAlign w:val="center"/>
          </w:tcPr>
          <w:p w:rsidR="00CF130E" w:rsidRPr="00F60D72" w:rsidRDefault="00CF130E" w:rsidP="000176EB">
            <w:pPr>
              <w:pStyle w:val="BodyText"/>
              <w:rPr>
                <w:b/>
              </w:rPr>
            </w:pPr>
            <w:r>
              <w:rPr>
                <w:b/>
              </w:rPr>
              <w:t xml:space="preserve">   </w:t>
            </w:r>
            <w:r w:rsidRPr="00F60D72">
              <w:rPr>
                <w:b/>
              </w:rPr>
              <w:t xml:space="preserve">Date of Birth    </w:t>
            </w:r>
            <w:r>
              <w:rPr>
                <w:b/>
              </w:rPr>
              <w:t xml:space="preserve">                       </w:t>
            </w:r>
            <w:r w:rsidRPr="00F60D72">
              <w:rPr>
                <w:b/>
              </w:rPr>
              <w:t xml:space="preserve">D/           </w:t>
            </w:r>
            <w:r>
              <w:rPr>
                <w:b/>
              </w:rPr>
              <w:t xml:space="preserve">   </w:t>
            </w:r>
            <w:r w:rsidRPr="00F60D72">
              <w:rPr>
                <w:b/>
              </w:rPr>
              <w:t xml:space="preserve">M/          </w:t>
            </w:r>
            <w:r>
              <w:rPr>
                <w:b/>
              </w:rPr>
              <w:t xml:space="preserve">   </w:t>
            </w:r>
            <w:r w:rsidRPr="00F60D72">
              <w:rPr>
                <w:b/>
              </w:rPr>
              <w:t>Y/</w:t>
            </w:r>
          </w:p>
        </w:tc>
      </w:tr>
      <w:tr w:rsidR="00D26551" w:rsidRPr="00E234BD" w:rsidTr="00D26551">
        <w:trPr>
          <w:cantSplit/>
          <w:trHeight w:hRule="exact" w:val="280"/>
          <w:jc w:val="center"/>
        </w:trPr>
        <w:tc>
          <w:tcPr>
            <w:tcW w:w="1335" w:type="dxa"/>
            <w:gridSpan w:val="2"/>
            <w:vAlign w:val="center"/>
          </w:tcPr>
          <w:p w:rsidR="004B1EE1" w:rsidRPr="00F60D72" w:rsidRDefault="004B1EE1" w:rsidP="00A10E64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 xml:space="preserve">Sex : </w:t>
            </w:r>
          </w:p>
        </w:tc>
        <w:tc>
          <w:tcPr>
            <w:tcW w:w="1861" w:type="dxa"/>
            <w:gridSpan w:val="5"/>
            <w:vAlign w:val="center"/>
          </w:tcPr>
          <w:p w:rsidR="004B1EE1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396240</wp:posOffset>
                      </wp:positionH>
                      <wp:positionV relativeFrom="paragraph">
                        <wp:posOffset>34290</wp:posOffset>
                      </wp:positionV>
                      <wp:extent cx="133350" cy="90805"/>
                      <wp:effectExtent l="15240" t="15240" r="13335" b="27305"/>
                      <wp:wrapNone/>
                      <wp:docPr id="20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4C7EC" id="Rectangle 121" o:spid="_x0000_s1026" style="position:absolute;margin-left:31.2pt;margin-top:2.7pt;width:10.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  <w10:wrap anchorx="margin"/>
                    </v:rect>
                  </w:pict>
                </mc:Fallback>
              </mc:AlternateContent>
            </w:r>
            <w:r w:rsidR="004B1EE1" w:rsidRPr="00F60D72">
              <w:rPr>
                <w:b/>
              </w:rPr>
              <w:t>Male</w:t>
            </w:r>
          </w:p>
        </w:tc>
        <w:tc>
          <w:tcPr>
            <w:tcW w:w="1139" w:type="dxa"/>
            <w:gridSpan w:val="4"/>
            <w:vAlign w:val="center"/>
          </w:tcPr>
          <w:p w:rsidR="004B1EE1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52070</wp:posOffset>
                      </wp:positionV>
                      <wp:extent cx="133350" cy="90805"/>
                      <wp:effectExtent l="9525" t="13970" r="9525" b="28575"/>
                      <wp:wrapNone/>
                      <wp:docPr id="19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4FFC4" id="Rectangle 105" o:spid="_x0000_s1026" style="position:absolute;margin-left:35.25pt;margin-top:4.1pt;width:10.5pt;height:7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B1EE1">
              <w:rPr>
                <w:b/>
              </w:rPr>
              <w:t>Female</w:t>
            </w:r>
          </w:p>
        </w:tc>
        <w:tc>
          <w:tcPr>
            <w:tcW w:w="6730" w:type="dxa"/>
            <w:gridSpan w:val="10"/>
            <w:vAlign w:val="center"/>
          </w:tcPr>
          <w:p w:rsidR="004B1EE1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43180</wp:posOffset>
                      </wp:positionV>
                      <wp:extent cx="133350" cy="90805"/>
                      <wp:effectExtent l="8890" t="14605" r="10160" b="27940"/>
                      <wp:wrapNone/>
                      <wp:docPr id="18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54EEE" id="Rectangle 102" o:spid="_x0000_s1026" style="position:absolute;margin-left:149.95pt;margin-top:3.4pt;width:10.5pt;height: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1177925</wp:posOffset>
                      </wp:positionH>
                      <wp:positionV relativeFrom="paragraph">
                        <wp:posOffset>54610</wp:posOffset>
                      </wp:positionV>
                      <wp:extent cx="133350" cy="90805"/>
                      <wp:effectExtent l="6350" t="6985" r="12700" b="26035"/>
                      <wp:wrapNone/>
                      <wp:docPr id="17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AB03F" id="Rectangle 106" o:spid="_x0000_s1026" style="position:absolute;margin-left:92.75pt;margin-top:4.3pt;width:10.5pt;height:7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55880</wp:posOffset>
                      </wp:positionV>
                      <wp:extent cx="133350" cy="90805"/>
                      <wp:effectExtent l="6350" t="8255" r="12700" b="24765"/>
                      <wp:wrapNone/>
                      <wp:docPr id="16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8C458" id="Rectangle 104" o:spid="_x0000_s1026" style="position:absolute;margin-left:275pt;margin-top:4.4pt;width:10.5pt;height:7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60960</wp:posOffset>
                      </wp:positionV>
                      <wp:extent cx="133350" cy="90805"/>
                      <wp:effectExtent l="6350" t="13335" r="12700" b="29210"/>
                      <wp:wrapNone/>
                      <wp:docPr id="15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4F79F" id="Rectangle 103" o:spid="_x0000_s1026" style="position:absolute;margin-left:207.5pt;margin-top:4.8pt;width:10.5pt;height:7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B1EE1" w:rsidRPr="00F60D72">
              <w:rPr>
                <w:b/>
              </w:rPr>
              <w:t xml:space="preserve">Marital Status: Single         Married         Widowed           Divorced            Separated    </w:t>
            </w:r>
          </w:p>
        </w:tc>
      </w:tr>
      <w:tr w:rsidR="00D26551" w:rsidRPr="00E234BD" w:rsidTr="00D26551">
        <w:trPr>
          <w:cantSplit/>
          <w:trHeight w:hRule="exact" w:val="284"/>
          <w:jc w:val="center"/>
        </w:trPr>
        <w:tc>
          <w:tcPr>
            <w:tcW w:w="1335" w:type="dxa"/>
            <w:gridSpan w:val="2"/>
            <w:vAlign w:val="center"/>
          </w:tcPr>
          <w:p w:rsidR="008F668F" w:rsidRPr="00F60D72" w:rsidRDefault="008F668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Citizenship:</w:t>
            </w:r>
          </w:p>
        </w:tc>
        <w:tc>
          <w:tcPr>
            <w:tcW w:w="1861" w:type="dxa"/>
            <w:gridSpan w:val="5"/>
            <w:vAlign w:val="center"/>
          </w:tcPr>
          <w:p w:rsidR="008F668F" w:rsidRPr="00F60D72" w:rsidRDefault="008F668F" w:rsidP="000176EB">
            <w:pPr>
              <w:pStyle w:val="BodyText"/>
              <w:rPr>
                <w:b/>
              </w:rPr>
            </w:pPr>
          </w:p>
        </w:tc>
        <w:tc>
          <w:tcPr>
            <w:tcW w:w="2439" w:type="dxa"/>
            <w:gridSpan w:val="6"/>
            <w:vAlign w:val="center"/>
          </w:tcPr>
          <w:p w:rsidR="008F668F" w:rsidRPr="00F60D72" w:rsidRDefault="004F1E91" w:rsidP="000176EB">
            <w:pPr>
              <w:pStyle w:val="BodyText"/>
              <w:rPr>
                <w:b/>
              </w:rPr>
            </w:pPr>
            <w:r>
              <w:rPr>
                <w:b/>
              </w:rPr>
              <w:t xml:space="preserve">    </w:t>
            </w:r>
            <w:r w:rsidR="008F668F" w:rsidRPr="00F60D72">
              <w:rPr>
                <w:b/>
              </w:rPr>
              <w:t>Country of Origin:</w:t>
            </w:r>
          </w:p>
        </w:tc>
        <w:tc>
          <w:tcPr>
            <w:tcW w:w="2548" w:type="dxa"/>
            <w:gridSpan w:val="5"/>
            <w:vAlign w:val="center"/>
          </w:tcPr>
          <w:p w:rsidR="008F668F" w:rsidRPr="00F60D72" w:rsidRDefault="008F668F" w:rsidP="000176EB">
            <w:pPr>
              <w:pStyle w:val="BodyText"/>
              <w:rPr>
                <w:b/>
              </w:rPr>
            </w:pPr>
          </w:p>
        </w:tc>
        <w:tc>
          <w:tcPr>
            <w:tcW w:w="1244" w:type="dxa"/>
            <w:vAlign w:val="center"/>
          </w:tcPr>
          <w:p w:rsidR="008F668F" w:rsidRPr="00F60D72" w:rsidRDefault="008F668F" w:rsidP="000176EB">
            <w:pPr>
              <w:pStyle w:val="BodyText"/>
              <w:rPr>
                <w:b/>
              </w:rPr>
            </w:pPr>
            <w:r>
              <w:rPr>
                <w:b/>
              </w:rPr>
              <w:t>ID/Passport No</w:t>
            </w:r>
            <w:r w:rsidRPr="00F60D72">
              <w:rPr>
                <w:b/>
              </w:rPr>
              <w:t>:</w:t>
            </w:r>
          </w:p>
        </w:tc>
        <w:tc>
          <w:tcPr>
            <w:tcW w:w="1638" w:type="dxa"/>
            <w:gridSpan w:val="2"/>
            <w:vAlign w:val="center"/>
          </w:tcPr>
          <w:p w:rsidR="008F668F" w:rsidRPr="00F60D72" w:rsidRDefault="008F668F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265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Home Address</w:t>
            </w:r>
            <w:r w:rsidR="00C150A4">
              <w:rPr>
                <w:b/>
              </w:rPr>
              <w:t>/Physical Address</w:t>
            </w: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Correspondence Address</w:t>
            </w:r>
            <w:r w:rsidR="00C150A4">
              <w:rPr>
                <w:b/>
              </w:rPr>
              <w:t>/ Postal Address</w:t>
            </w:r>
          </w:p>
        </w:tc>
      </w:tr>
      <w:tr w:rsidR="0032468B" w:rsidRPr="00E234BD" w:rsidTr="00D26551">
        <w:trPr>
          <w:cantSplit/>
          <w:trHeight w:val="260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72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260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260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Tel Number:</w:t>
            </w: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Tel Number:</w:t>
            </w:r>
          </w:p>
        </w:tc>
      </w:tr>
      <w:tr w:rsidR="0032468B" w:rsidRPr="00E234BD" w:rsidTr="00D26551">
        <w:trPr>
          <w:cantSplit/>
          <w:trHeight w:val="260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Mobile:</w:t>
            </w: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EF177F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Work</w:t>
            </w:r>
          </w:p>
        </w:tc>
      </w:tr>
      <w:tr w:rsidR="0032468B" w:rsidRPr="00E234BD" w:rsidTr="00D26551">
        <w:trPr>
          <w:cantSplit/>
          <w:trHeight w:val="260"/>
          <w:jc w:val="center"/>
        </w:trPr>
        <w:tc>
          <w:tcPr>
            <w:tcW w:w="5230" w:type="dxa"/>
            <w:gridSpan w:val="12"/>
            <w:vAlign w:val="center"/>
          </w:tcPr>
          <w:p w:rsidR="00EF177F" w:rsidRPr="00F60D72" w:rsidRDefault="0035175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Email :</w:t>
            </w:r>
          </w:p>
        </w:tc>
        <w:tc>
          <w:tcPr>
            <w:tcW w:w="5835" w:type="dxa"/>
            <w:gridSpan w:val="9"/>
            <w:vAlign w:val="center"/>
          </w:tcPr>
          <w:p w:rsidR="00EF177F" w:rsidRPr="00F60D72" w:rsidRDefault="0035175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Email :</w:t>
            </w:r>
          </w:p>
        </w:tc>
      </w:tr>
      <w:tr w:rsidR="009861CE" w:rsidRPr="00E234BD" w:rsidTr="00CF130E">
        <w:trPr>
          <w:cantSplit/>
          <w:trHeight w:val="260"/>
          <w:jc w:val="center"/>
        </w:trPr>
        <w:tc>
          <w:tcPr>
            <w:tcW w:w="1509" w:type="dxa"/>
            <w:gridSpan w:val="3"/>
            <w:vAlign w:val="center"/>
          </w:tcPr>
          <w:p w:rsidR="009861CE" w:rsidRPr="00F60D72" w:rsidRDefault="009861CE" w:rsidP="000176EB">
            <w:pPr>
              <w:pStyle w:val="BodyText"/>
              <w:rPr>
                <w:b/>
              </w:rPr>
            </w:pPr>
            <w:r>
              <w:rPr>
                <w:b/>
              </w:rPr>
              <w:t>Next of Kin</w:t>
            </w:r>
            <w:r w:rsidRPr="00F60D72">
              <w:rPr>
                <w:b/>
              </w:rPr>
              <w:t xml:space="preserve"> </w:t>
            </w:r>
          </w:p>
        </w:tc>
        <w:tc>
          <w:tcPr>
            <w:tcW w:w="953" w:type="dxa"/>
            <w:gridSpan w:val="2"/>
            <w:vAlign w:val="center"/>
          </w:tcPr>
          <w:p w:rsidR="009861CE" w:rsidRPr="00F60D72" w:rsidRDefault="009861CE" w:rsidP="000176EB">
            <w:pPr>
              <w:pStyle w:val="BodyText"/>
              <w:rPr>
                <w:b/>
              </w:rPr>
            </w:pPr>
            <w:r>
              <w:rPr>
                <w:b/>
              </w:rPr>
              <w:t>Names</w:t>
            </w:r>
          </w:p>
        </w:tc>
        <w:tc>
          <w:tcPr>
            <w:tcW w:w="5721" w:type="dxa"/>
            <w:gridSpan w:val="13"/>
            <w:vAlign w:val="center"/>
          </w:tcPr>
          <w:p w:rsidR="009861CE" w:rsidRPr="00F60D72" w:rsidRDefault="009861CE" w:rsidP="000176EB">
            <w:pPr>
              <w:pStyle w:val="BodyText"/>
              <w:rPr>
                <w:b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9861CE" w:rsidRPr="00F60D72" w:rsidRDefault="009861C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Relationship:</w:t>
            </w:r>
          </w:p>
        </w:tc>
        <w:tc>
          <w:tcPr>
            <w:tcW w:w="1334" w:type="dxa"/>
            <w:vAlign w:val="center"/>
          </w:tcPr>
          <w:p w:rsidR="009861CE" w:rsidRPr="00F60D72" w:rsidRDefault="009861CE" w:rsidP="000176EB">
            <w:pPr>
              <w:pStyle w:val="BodyText"/>
              <w:rPr>
                <w:b/>
              </w:rPr>
            </w:pPr>
          </w:p>
        </w:tc>
      </w:tr>
      <w:tr w:rsidR="0056338C" w:rsidRPr="00E234BD" w:rsidTr="00D26551">
        <w:trPr>
          <w:cantSplit/>
          <w:trHeight w:val="218"/>
          <w:jc w:val="center"/>
        </w:trPr>
        <w:tc>
          <w:tcPr>
            <w:tcW w:w="11065" w:type="dxa"/>
            <w:gridSpan w:val="21"/>
          </w:tcPr>
          <w:p w:rsidR="000B48E7" w:rsidRPr="00F60D72" w:rsidRDefault="00770753" w:rsidP="000176EB">
            <w:pPr>
              <w:pStyle w:val="BodyText"/>
              <w:rPr>
                <w:b/>
              </w:rPr>
            </w:pPr>
            <w:r>
              <w:rPr>
                <w:b/>
              </w:rPr>
              <w:t xml:space="preserve">Next of Kin </w:t>
            </w:r>
            <w:r w:rsidR="00CB08CE" w:rsidRPr="00F60D72">
              <w:rPr>
                <w:b/>
              </w:rPr>
              <w:t>Address</w:t>
            </w:r>
          </w:p>
        </w:tc>
      </w:tr>
      <w:tr w:rsidR="004726EC" w:rsidRPr="00E234BD" w:rsidTr="00D26551">
        <w:trPr>
          <w:cantSplit/>
          <w:trHeight w:val="217"/>
          <w:jc w:val="center"/>
        </w:trPr>
        <w:tc>
          <w:tcPr>
            <w:tcW w:w="11065" w:type="dxa"/>
            <w:gridSpan w:val="21"/>
          </w:tcPr>
          <w:p w:rsidR="004726EC" w:rsidRPr="00F60D72" w:rsidRDefault="004726EC" w:rsidP="000176EB">
            <w:pPr>
              <w:pStyle w:val="BodyText"/>
              <w:rPr>
                <w:b/>
              </w:rPr>
            </w:pPr>
          </w:p>
        </w:tc>
      </w:tr>
      <w:tr w:rsidR="000B48E7" w:rsidRPr="00E234BD" w:rsidTr="00D26551">
        <w:trPr>
          <w:cantSplit/>
          <w:trHeight w:val="441"/>
          <w:jc w:val="center"/>
        </w:trPr>
        <w:tc>
          <w:tcPr>
            <w:tcW w:w="11065" w:type="dxa"/>
            <w:gridSpan w:val="21"/>
          </w:tcPr>
          <w:p w:rsidR="000B48E7" w:rsidRPr="00F60D72" w:rsidRDefault="00AE2F8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Tel:                                                 Fax:                                   Mobile                            Email Address</w:t>
            </w:r>
          </w:p>
        </w:tc>
      </w:tr>
      <w:tr w:rsidR="00AE2F8E" w:rsidRPr="00E234BD" w:rsidTr="00D26551">
        <w:trPr>
          <w:cantSplit/>
          <w:trHeight w:val="441"/>
          <w:jc w:val="center"/>
        </w:trPr>
        <w:tc>
          <w:tcPr>
            <w:tcW w:w="11065" w:type="dxa"/>
            <w:gridSpan w:val="21"/>
          </w:tcPr>
          <w:p w:rsidR="00996059" w:rsidRPr="00996059" w:rsidRDefault="00025B1E" w:rsidP="00996059">
            <w:pPr>
              <w:pStyle w:val="BodyText"/>
              <w:rPr>
                <w:b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margin">
                        <wp:posOffset>2934970</wp:posOffset>
                      </wp:positionH>
                      <wp:positionV relativeFrom="paragraph">
                        <wp:posOffset>34925</wp:posOffset>
                      </wp:positionV>
                      <wp:extent cx="133350" cy="90805"/>
                      <wp:effectExtent l="10795" t="6350" r="8255" b="26670"/>
                      <wp:wrapNone/>
                      <wp:docPr id="14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746D2" id="Rectangle 125" o:spid="_x0000_s1026" style="position:absolute;margin-left:231.1pt;margin-top:2.75pt;width:10.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  <w10:wrap anchorx="margin"/>
                    </v:rect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margin">
                        <wp:posOffset>2479675</wp:posOffset>
                      </wp:positionH>
                      <wp:positionV relativeFrom="paragraph">
                        <wp:posOffset>34925</wp:posOffset>
                      </wp:positionV>
                      <wp:extent cx="133350" cy="90805"/>
                      <wp:effectExtent l="12700" t="6350" r="15875" b="26670"/>
                      <wp:wrapNone/>
                      <wp:docPr id="12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86B41" id="Rectangle 124" o:spid="_x0000_s1026" style="position:absolute;margin-left:195.25pt;margin-top:2.75pt;width:10.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  <w10:wrap anchorx="margin"/>
                    </v:rect>
                  </w:pict>
                </mc:Fallback>
              </mc:AlternateContent>
            </w:r>
            <w:r w:rsidR="00AE2F8E" w:rsidRPr="00F60D72">
              <w:rPr>
                <w:b/>
                <w:sz w:val="18"/>
                <w:szCs w:val="18"/>
              </w:rPr>
              <w:t>Do you have any physical</w:t>
            </w:r>
            <w:r w:rsidR="00996059">
              <w:rPr>
                <w:b/>
                <w:sz w:val="18"/>
                <w:szCs w:val="18"/>
              </w:rPr>
              <w:t xml:space="preserve"> disabilities? Yes      </w:t>
            </w:r>
            <w:r w:rsidR="00AE2F8E" w:rsidRPr="00F60D72">
              <w:rPr>
                <w:b/>
                <w:sz w:val="18"/>
                <w:szCs w:val="18"/>
              </w:rPr>
              <w:t xml:space="preserve">  No</w:t>
            </w:r>
            <w:r w:rsidR="00996059">
              <w:rPr>
                <w:b/>
                <w:sz w:val="18"/>
                <w:szCs w:val="18"/>
              </w:rPr>
              <w:t xml:space="preserve">          </w:t>
            </w:r>
            <w:r w:rsidR="00996059" w:rsidRPr="00996059">
              <w:rPr>
                <w:b/>
                <w:szCs w:val="18"/>
              </w:rPr>
              <w:t>If yes , state precisely the nature of the disability and needs</w:t>
            </w:r>
          </w:p>
          <w:p w:rsidR="00AE2F8E" w:rsidRPr="00F60D72" w:rsidRDefault="00AE2F8E" w:rsidP="00245321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996059" w:rsidRPr="00E234BD" w:rsidTr="00D26551">
        <w:trPr>
          <w:cantSplit/>
          <w:trHeight w:val="2512"/>
          <w:jc w:val="center"/>
        </w:trPr>
        <w:tc>
          <w:tcPr>
            <w:tcW w:w="3923" w:type="dxa"/>
            <w:gridSpan w:val="8"/>
          </w:tcPr>
          <w:p w:rsidR="00996059" w:rsidRDefault="00996059" w:rsidP="00262919">
            <w:pPr>
              <w:pStyle w:val="BodyText"/>
              <w:numPr>
                <w:ilvl w:val="0"/>
                <w:numId w:val="11"/>
              </w:numPr>
              <w:spacing w:line="1320" w:lineRule="auto"/>
              <w:ind w:left="714" w:hanging="3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Disability</w:t>
            </w:r>
          </w:p>
          <w:p w:rsidR="00996059" w:rsidRDefault="00996059" w:rsidP="00262919">
            <w:pPr>
              <w:pStyle w:val="BodyText"/>
              <w:numPr>
                <w:ilvl w:val="0"/>
                <w:numId w:val="11"/>
              </w:numPr>
              <w:spacing w:line="1320" w:lineRule="auto"/>
              <w:ind w:left="714" w:hanging="3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Needs </w:t>
            </w:r>
          </w:p>
        </w:tc>
        <w:tc>
          <w:tcPr>
            <w:tcW w:w="4260" w:type="dxa"/>
            <w:gridSpan w:val="10"/>
          </w:tcPr>
          <w:p w:rsidR="00996059" w:rsidRPr="00996059" w:rsidRDefault="00996059" w:rsidP="002531EC">
            <w:pPr>
              <w:pStyle w:val="BodyText"/>
              <w:spacing w:before="0" w:after="0" w:line="360" w:lineRule="auto"/>
              <w:rPr>
                <w:b/>
                <w:sz w:val="18"/>
                <w:szCs w:val="18"/>
              </w:rPr>
            </w:pPr>
            <w:r w:rsidRPr="00996059">
              <w:rPr>
                <w:b/>
                <w:sz w:val="18"/>
                <w:szCs w:val="18"/>
              </w:rPr>
              <w:t xml:space="preserve">Visual, </w:t>
            </w:r>
            <w:r w:rsidR="00262919" w:rsidRPr="00996059">
              <w:rPr>
                <w:b/>
                <w:sz w:val="18"/>
                <w:szCs w:val="18"/>
              </w:rPr>
              <w:t>Hearing,</w:t>
            </w:r>
            <w:r w:rsidRPr="00996059">
              <w:rPr>
                <w:b/>
                <w:sz w:val="18"/>
                <w:szCs w:val="18"/>
              </w:rPr>
              <w:t xml:space="preserve"> Physical impairment. Other , specify</w:t>
            </w:r>
          </w:p>
          <w:p w:rsidR="00262919" w:rsidRDefault="00262919" w:rsidP="002531EC">
            <w:pPr>
              <w:pStyle w:val="BodyText"/>
              <w:spacing w:before="0" w:after="0" w:line="720" w:lineRule="auto"/>
              <w:rPr>
                <w:b/>
                <w:sz w:val="18"/>
                <w:szCs w:val="18"/>
              </w:rPr>
            </w:pPr>
          </w:p>
          <w:p w:rsidR="00996059" w:rsidRPr="00996059" w:rsidRDefault="00996059" w:rsidP="002531EC">
            <w:pPr>
              <w:pStyle w:val="BodyText"/>
              <w:spacing w:before="0" w:after="0" w:line="720" w:lineRule="auto"/>
              <w:rPr>
                <w:sz w:val="18"/>
                <w:szCs w:val="18"/>
              </w:rPr>
            </w:pPr>
            <w:r w:rsidRPr="00996059">
              <w:rPr>
                <w:b/>
                <w:sz w:val="18"/>
                <w:szCs w:val="18"/>
              </w:rPr>
              <w:t>Describe Needs</w:t>
            </w:r>
            <w:r w:rsidRPr="0099605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82" w:type="dxa"/>
            <w:gridSpan w:val="3"/>
          </w:tcPr>
          <w:p w:rsidR="00996059" w:rsidRPr="00F60D72" w:rsidRDefault="00996059" w:rsidP="00245321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240D48" w:rsidRPr="00E234BD" w:rsidTr="00256AD6">
        <w:trPr>
          <w:cantSplit/>
          <w:trHeight w:val="341"/>
          <w:jc w:val="center"/>
        </w:trPr>
        <w:tc>
          <w:tcPr>
            <w:tcW w:w="11065" w:type="dxa"/>
            <w:gridSpan w:val="21"/>
            <w:shd w:val="clear" w:color="auto" w:fill="000000" w:themeFill="text1"/>
          </w:tcPr>
          <w:p w:rsidR="00240D48" w:rsidRPr="00240D48" w:rsidRDefault="00240D48" w:rsidP="00240D48">
            <w:pPr>
              <w:pStyle w:val="BodyText"/>
              <w:rPr>
                <w:b/>
                <w:sz w:val="18"/>
              </w:rPr>
            </w:pPr>
            <w:r w:rsidRPr="00240D48">
              <w:rPr>
                <w:b/>
                <w:sz w:val="18"/>
              </w:rPr>
              <w:t>(B) Academic Information</w:t>
            </w:r>
          </w:p>
        </w:tc>
      </w:tr>
      <w:tr w:rsidR="00240D48" w:rsidRPr="00E234BD" w:rsidTr="00240D48">
        <w:trPr>
          <w:cantSplit/>
          <w:trHeight w:val="1487"/>
          <w:jc w:val="center"/>
        </w:trPr>
        <w:tc>
          <w:tcPr>
            <w:tcW w:w="11065" w:type="dxa"/>
            <w:gridSpan w:val="21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35"/>
            </w:tblGrid>
            <w:tr w:rsidR="00240D48" w:rsidTr="00256AD6">
              <w:tc>
                <w:tcPr>
                  <w:tcW w:w="10835" w:type="dxa"/>
                </w:tcPr>
                <w:p w:rsidR="00240D48" w:rsidRDefault="00240D48" w:rsidP="00240D48">
                  <w:pPr>
                    <w:pStyle w:val="BodyText"/>
                    <w:rPr>
                      <w:b/>
                      <w:sz w:val="18"/>
                    </w:rPr>
                  </w:pPr>
                </w:p>
              </w:tc>
            </w:tr>
          </w:tbl>
          <w:p w:rsidR="00256AD6" w:rsidRDefault="00240D48" w:rsidP="00256AD6">
            <w:pPr>
              <w:pStyle w:val="BodyText"/>
              <w:jc w:val="center"/>
              <w:rPr>
                <w:b/>
                <w:sz w:val="18"/>
              </w:rPr>
            </w:pPr>
            <w:r w:rsidRPr="00ED03D6">
              <w:rPr>
                <w:b/>
                <w:sz w:val="18"/>
              </w:rPr>
              <w:t>Give Name of your qualifying Examination(COSC ,</w:t>
            </w:r>
            <w:r>
              <w:rPr>
                <w:b/>
                <w:sz w:val="18"/>
              </w:rPr>
              <w:t xml:space="preserve"> LGCSE,</w:t>
            </w:r>
            <w:r w:rsidRPr="00ED03D6">
              <w:rPr>
                <w:b/>
                <w:sz w:val="18"/>
              </w:rPr>
              <w:t xml:space="preserve"> National Senior Cert</w:t>
            </w:r>
            <w:r>
              <w:rPr>
                <w:b/>
                <w:sz w:val="18"/>
              </w:rPr>
              <w:t>ificate, Matriculation, or Other)</w:t>
            </w:r>
          </w:p>
          <w:p w:rsidR="00240D48" w:rsidRPr="002426ED" w:rsidRDefault="00256AD6" w:rsidP="002426ED">
            <w:pPr>
              <w:tabs>
                <w:tab w:val="left" w:pos="1215"/>
              </w:tabs>
              <w:jc w:val="center"/>
              <w:rPr>
                <w:b/>
              </w:rPr>
            </w:pPr>
            <w:r w:rsidRPr="00256AD6">
              <w:rPr>
                <w:b/>
              </w:rPr>
              <w:t>If qualification is COSC, please provide:</w:t>
            </w:r>
          </w:p>
        </w:tc>
      </w:tr>
      <w:tr w:rsidR="00ED03D6" w:rsidRPr="00E234BD" w:rsidTr="00D26551">
        <w:trPr>
          <w:cantSplit/>
          <w:trHeight w:val="131"/>
          <w:jc w:val="center"/>
        </w:trPr>
        <w:tc>
          <w:tcPr>
            <w:tcW w:w="4021" w:type="dxa"/>
            <w:gridSpan w:val="10"/>
          </w:tcPr>
          <w:p w:rsidR="00ED03D6" w:rsidRPr="00ED03D6" w:rsidRDefault="00ED03D6" w:rsidP="00ED03D6">
            <w:pPr>
              <w:pStyle w:val="BodyText"/>
              <w:rPr>
                <w:b/>
                <w:sz w:val="18"/>
              </w:rPr>
            </w:pPr>
            <w:r w:rsidRPr="00ED03D6">
              <w:rPr>
                <w:b/>
                <w:sz w:val="18"/>
              </w:rPr>
              <w:t>Division &amp; Class obtained:</w:t>
            </w:r>
          </w:p>
        </w:tc>
        <w:tc>
          <w:tcPr>
            <w:tcW w:w="7044" w:type="dxa"/>
            <w:gridSpan w:val="11"/>
          </w:tcPr>
          <w:p w:rsidR="00ED03D6" w:rsidRPr="00F60D72" w:rsidRDefault="00ED03D6" w:rsidP="00A21B5C">
            <w:pPr>
              <w:pStyle w:val="BodyText"/>
              <w:jc w:val="center"/>
              <w:rPr>
                <w:b/>
              </w:rPr>
            </w:pPr>
          </w:p>
        </w:tc>
      </w:tr>
      <w:tr w:rsidR="00ED03D6" w:rsidRPr="00E234BD" w:rsidTr="00D26551">
        <w:trPr>
          <w:cantSplit/>
          <w:trHeight w:val="131"/>
          <w:jc w:val="center"/>
        </w:trPr>
        <w:tc>
          <w:tcPr>
            <w:tcW w:w="4021" w:type="dxa"/>
            <w:gridSpan w:val="10"/>
          </w:tcPr>
          <w:p w:rsidR="00ED03D6" w:rsidRPr="00ED03D6" w:rsidRDefault="00ED03D6" w:rsidP="00ED03D6">
            <w:pPr>
              <w:pStyle w:val="BodyText"/>
              <w:rPr>
                <w:b/>
                <w:sz w:val="18"/>
              </w:rPr>
            </w:pPr>
            <w:r w:rsidRPr="00ED03D6">
              <w:rPr>
                <w:b/>
                <w:sz w:val="18"/>
              </w:rPr>
              <w:t>Aggregate</w:t>
            </w:r>
            <w:r w:rsidR="008E6E6D">
              <w:rPr>
                <w:b/>
                <w:sz w:val="18"/>
              </w:rPr>
              <w:t xml:space="preserve">                         </w:t>
            </w:r>
            <w:r w:rsidRPr="00ED03D6">
              <w:rPr>
                <w:b/>
                <w:sz w:val="18"/>
              </w:rPr>
              <w:t>:</w:t>
            </w:r>
          </w:p>
        </w:tc>
        <w:tc>
          <w:tcPr>
            <w:tcW w:w="7044" w:type="dxa"/>
            <w:gridSpan w:val="11"/>
          </w:tcPr>
          <w:p w:rsidR="00ED03D6" w:rsidRPr="00F60D72" w:rsidRDefault="00ED03D6" w:rsidP="00A21B5C">
            <w:pPr>
              <w:pStyle w:val="BodyText"/>
              <w:jc w:val="center"/>
              <w:rPr>
                <w:b/>
              </w:rPr>
            </w:pPr>
          </w:p>
        </w:tc>
      </w:tr>
      <w:tr w:rsidR="00ED03D6" w:rsidRPr="00E234BD" w:rsidTr="00256AD6">
        <w:trPr>
          <w:cantSplit/>
          <w:trHeight w:val="619"/>
          <w:jc w:val="center"/>
        </w:trPr>
        <w:tc>
          <w:tcPr>
            <w:tcW w:w="11065" w:type="dxa"/>
            <w:gridSpan w:val="21"/>
          </w:tcPr>
          <w:p w:rsidR="00ED03D6" w:rsidRDefault="00ED03D6" w:rsidP="00A21B5C">
            <w:pPr>
              <w:pStyle w:val="BodyText"/>
              <w:jc w:val="center"/>
              <w:rPr>
                <w:b/>
              </w:rPr>
            </w:pPr>
          </w:p>
          <w:p w:rsidR="00ED03D6" w:rsidRPr="00F60D72" w:rsidRDefault="00256AD6" w:rsidP="00A21B5C">
            <w:pPr>
              <w:pStyle w:val="BodyText"/>
              <w:jc w:val="center"/>
              <w:rPr>
                <w:b/>
              </w:rPr>
            </w:pPr>
            <w:r w:rsidRPr="00256AD6">
              <w:rPr>
                <w:rFonts w:ascii="Times New Roman" w:hAnsi="Times New Roman" w:cs="Times New Roman"/>
                <w:b/>
                <w:sz w:val="24"/>
                <w:szCs w:val="24"/>
              </w:rPr>
              <w:t>If qualification is LGCSE, please provide</w:t>
            </w:r>
            <w:r w:rsidRPr="00256AD6">
              <w:rPr>
                <w:b/>
                <w:sz w:val="24"/>
                <w:szCs w:val="24"/>
              </w:rPr>
              <w:t>:</w:t>
            </w:r>
          </w:p>
        </w:tc>
      </w:tr>
      <w:tr w:rsidR="00256AD6" w:rsidRPr="00E234BD" w:rsidTr="00256AD6">
        <w:trPr>
          <w:cantSplit/>
          <w:trHeight w:val="308"/>
          <w:jc w:val="center"/>
        </w:trPr>
        <w:tc>
          <w:tcPr>
            <w:tcW w:w="4005" w:type="dxa"/>
            <w:gridSpan w:val="9"/>
          </w:tcPr>
          <w:p w:rsidR="00256AD6" w:rsidRPr="00256AD6" w:rsidRDefault="00256AD6" w:rsidP="00256AD6">
            <w:pPr>
              <w:pStyle w:val="BodyText"/>
              <w:rPr>
                <w:rFonts w:ascii="Tohoma" w:hAnsi="Tohoma" w:cs="Times New Roman"/>
                <w:b/>
                <w:sz w:val="22"/>
                <w:szCs w:val="22"/>
              </w:rPr>
            </w:pPr>
            <w:r w:rsidRPr="00256AD6">
              <w:rPr>
                <w:rFonts w:ascii="Tohoma" w:hAnsi="Tohoma" w:cs="Times New Roman"/>
                <w:b/>
                <w:sz w:val="22"/>
                <w:szCs w:val="22"/>
              </w:rPr>
              <w:t>Admission Point Score</w:t>
            </w:r>
          </w:p>
        </w:tc>
        <w:tc>
          <w:tcPr>
            <w:tcW w:w="7060" w:type="dxa"/>
            <w:gridSpan w:val="12"/>
          </w:tcPr>
          <w:p w:rsidR="00256AD6" w:rsidRDefault="00256AD6" w:rsidP="007D06D5">
            <w:pPr>
              <w:pStyle w:val="BodyText"/>
              <w:jc w:val="center"/>
              <w:rPr>
                <w:b/>
              </w:rPr>
            </w:pPr>
          </w:p>
        </w:tc>
      </w:tr>
      <w:tr w:rsidR="00256AD6" w:rsidRPr="00E234BD" w:rsidTr="00D26551">
        <w:trPr>
          <w:cantSplit/>
          <w:trHeight w:val="1365"/>
          <w:jc w:val="center"/>
        </w:trPr>
        <w:tc>
          <w:tcPr>
            <w:tcW w:w="11065" w:type="dxa"/>
            <w:gridSpan w:val="21"/>
          </w:tcPr>
          <w:p w:rsidR="00256AD6" w:rsidRDefault="00256AD6" w:rsidP="00256AD6">
            <w:pPr>
              <w:pStyle w:val="BodyText"/>
              <w:jc w:val="center"/>
              <w:rPr>
                <w:sz w:val="20"/>
                <w:szCs w:val="18"/>
              </w:rPr>
            </w:pPr>
            <w:r w:rsidRPr="007D06D5">
              <w:rPr>
                <w:sz w:val="20"/>
                <w:szCs w:val="18"/>
              </w:rPr>
              <w:t xml:space="preserve">Attach verified copies (e.g. by Examinations Council of Lesotho – ECOL) of the results or Transcript of Academic record, Certificate of Good conduct from the Registrar of the University/College last attended. </w:t>
            </w:r>
          </w:p>
          <w:p w:rsidR="00256AD6" w:rsidRPr="00490F4D" w:rsidRDefault="00256AD6" w:rsidP="00256AD6">
            <w:pPr>
              <w:pStyle w:val="BodyText"/>
              <w:jc w:val="center"/>
              <w:rPr>
                <w:b/>
                <w:sz w:val="20"/>
                <w:szCs w:val="18"/>
              </w:rPr>
            </w:pPr>
            <w:r w:rsidRPr="00490F4D">
              <w:rPr>
                <w:b/>
                <w:sz w:val="20"/>
                <w:szCs w:val="18"/>
              </w:rPr>
              <w:t xml:space="preserve">Students who graduated from </w:t>
            </w:r>
          </w:p>
          <w:p w:rsidR="00256AD6" w:rsidRPr="00490F4D" w:rsidRDefault="00256AD6" w:rsidP="00256AD6">
            <w:pPr>
              <w:pStyle w:val="BodyText"/>
              <w:jc w:val="center"/>
              <w:rPr>
                <w:b/>
                <w:sz w:val="18"/>
                <w:szCs w:val="18"/>
              </w:rPr>
            </w:pPr>
            <w:r w:rsidRPr="00490F4D">
              <w:rPr>
                <w:b/>
                <w:sz w:val="20"/>
                <w:szCs w:val="18"/>
              </w:rPr>
              <w:t>the Institute of Extra – Mural Studies (IEMS) are exempted to provide certificate of good conduct</w:t>
            </w:r>
          </w:p>
          <w:p w:rsidR="00256AD6" w:rsidRPr="00256AD6" w:rsidRDefault="00256AD6" w:rsidP="007D06D5">
            <w:pPr>
              <w:pStyle w:val="BodyText"/>
              <w:jc w:val="center"/>
              <w:rPr>
                <w:b/>
                <w:sz w:val="24"/>
                <w:szCs w:val="24"/>
              </w:rPr>
            </w:pPr>
          </w:p>
        </w:tc>
      </w:tr>
      <w:tr w:rsidR="00A21B5C" w:rsidRPr="00E234BD" w:rsidTr="00D26551">
        <w:trPr>
          <w:cantSplit/>
          <w:trHeight w:val="525"/>
          <w:jc w:val="center"/>
        </w:trPr>
        <w:tc>
          <w:tcPr>
            <w:tcW w:w="11065" w:type="dxa"/>
            <w:gridSpan w:val="21"/>
          </w:tcPr>
          <w:p w:rsidR="00A21B5C" w:rsidRDefault="00A21B5C" w:rsidP="00A21B5C">
            <w:pPr>
              <w:pStyle w:val="BodyText"/>
              <w:jc w:val="center"/>
              <w:rPr>
                <w:b/>
              </w:rPr>
            </w:pPr>
            <w:r w:rsidRPr="00F60D72">
              <w:rPr>
                <w:b/>
              </w:rPr>
              <w:t xml:space="preserve">(Tick the appropriate </w:t>
            </w:r>
            <w:r>
              <w:rPr>
                <w:b/>
              </w:rPr>
              <w:t>box</w:t>
            </w:r>
            <w:r w:rsidRPr="00F60D72">
              <w:rPr>
                <w:b/>
              </w:rPr>
              <w:t>) I am applying for</w:t>
            </w:r>
          </w:p>
          <w:p w:rsidR="00A21B5C" w:rsidRPr="00F60D72" w:rsidRDefault="00A21B5C" w:rsidP="00ED03D6">
            <w:pPr>
              <w:pStyle w:val="BodyText"/>
              <w:rPr>
                <w:b/>
              </w:rPr>
            </w:pPr>
          </w:p>
        </w:tc>
      </w:tr>
      <w:tr w:rsidR="00A21B5C" w:rsidRPr="00E234BD" w:rsidTr="00D26551">
        <w:trPr>
          <w:cantSplit/>
          <w:trHeight w:val="296"/>
          <w:jc w:val="center"/>
        </w:trPr>
        <w:tc>
          <w:tcPr>
            <w:tcW w:w="1335" w:type="dxa"/>
            <w:gridSpan w:val="2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11430" t="12700" r="17145" b="29845"/>
                      <wp:wrapNone/>
                      <wp:docPr id="11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318D2" id="Rectangle 55" o:spid="_x0000_s1026" style="position:absolute;margin-left:26.4pt;margin-top:3.25pt;width:15.75pt;height:7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35212">
              <w:rPr>
                <w:b/>
              </w:rPr>
              <w:t>Cert</w:t>
            </w:r>
          </w:p>
        </w:tc>
        <w:tc>
          <w:tcPr>
            <w:tcW w:w="1191" w:type="dxa"/>
            <w:gridSpan w:val="4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7620" t="12700" r="11430" b="29845"/>
                      <wp:wrapNone/>
                      <wp:docPr id="10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33D8D" id="Rectangle 116" o:spid="_x0000_s1026" style="position:absolute;margin-left:20.1pt;margin-top:3.25pt;width:15.7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35212">
              <w:rPr>
                <w:b/>
              </w:rPr>
              <w:t>Dip</w:t>
            </w:r>
          </w:p>
        </w:tc>
        <w:tc>
          <w:tcPr>
            <w:tcW w:w="1809" w:type="dxa"/>
            <w:gridSpan w:val="5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9525" t="12700" r="9525" b="29845"/>
                      <wp:wrapNone/>
                      <wp:docPr id="9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F94EB" id="Rectangle 115" o:spid="_x0000_s1026" style="position:absolute;margin-left:52.5pt;margin-top:3.25pt;width:15.7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35212">
              <w:rPr>
                <w:b/>
              </w:rPr>
              <w:t>Degree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14605" t="12700" r="13970" b="29845"/>
                      <wp:wrapNone/>
                      <wp:docPr id="8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3704B" id="Rectangle 122" o:spid="_x0000_s1026" style="position:absolute;margin-left:37.15pt;margin-top:3.25pt;width:15.7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35212">
              <w:rPr>
                <w:b/>
              </w:rPr>
              <w:t>LLB2yrs</w:t>
            </w:r>
          </w:p>
        </w:tc>
        <w:tc>
          <w:tcPr>
            <w:tcW w:w="1457" w:type="dxa"/>
            <w:gridSpan w:val="2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7620" t="12700" r="11430" b="29845"/>
                      <wp:wrapNone/>
                      <wp:docPr id="7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D3722" id="Rectangle 113" o:spid="_x0000_s1026" style="position:absolute;margin-left:47.1pt;margin-top:3.25pt;width:15.7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435212">
              <w:rPr>
                <w:b/>
              </w:rPr>
              <w:t>LLB3yrs</w:t>
            </w:r>
          </w:p>
        </w:tc>
        <w:tc>
          <w:tcPr>
            <w:tcW w:w="2335" w:type="dxa"/>
            <w:gridSpan w:val="4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9525" t="12700" r="9525" b="29845"/>
                      <wp:wrapNone/>
                      <wp:docPr id="6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FBF53" id="Rectangle 112" o:spid="_x0000_s1026" style="position:absolute;margin-left:59.25pt;margin-top:3.25pt;width:15.75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0611D3">
              <w:rPr>
                <w:b/>
              </w:rPr>
              <w:t xml:space="preserve">  </w:t>
            </w:r>
            <w:r w:rsidR="00435212">
              <w:rPr>
                <w:b/>
              </w:rPr>
              <w:t>LLB5yrs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</w:tcPr>
          <w:p w:rsidR="00435212" w:rsidRPr="00F60D72" w:rsidRDefault="00025B1E" w:rsidP="000176EB">
            <w:pPr>
              <w:pStyle w:val="BodyText"/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41275</wp:posOffset>
                      </wp:positionV>
                      <wp:extent cx="200025" cy="90805"/>
                      <wp:effectExtent l="7620" t="12700" r="20955" b="29845"/>
                      <wp:wrapNone/>
                      <wp:docPr id="5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D6570" id="AutoShape 111" o:spid="_x0000_s1026" style="position:absolute;margin-left:50.1pt;margin-top:3.25pt;width:15.75pt;height: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oundrect>
                  </w:pict>
                </mc:Fallback>
              </mc:AlternateContent>
            </w:r>
            <w:r w:rsidR="00435212">
              <w:rPr>
                <w:b/>
              </w:rPr>
              <w:t>Post Grad</w:t>
            </w:r>
          </w:p>
        </w:tc>
      </w:tr>
      <w:tr w:rsidR="00AE2F8E" w:rsidRPr="00E234BD" w:rsidTr="00D26551">
        <w:trPr>
          <w:cantSplit/>
          <w:trHeight w:val="406"/>
          <w:jc w:val="center"/>
        </w:trPr>
        <w:tc>
          <w:tcPr>
            <w:tcW w:w="11065" w:type="dxa"/>
            <w:gridSpan w:val="21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Program</w:t>
            </w:r>
            <w:r w:rsidR="0032468B">
              <w:rPr>
                <w:b/>
              </w:rPr>
              <w:t xml:space="preserve"> </w:t>
            </w:r>
            <w:r w:rsidRPr="00F60D72">
              <w:rPr>
                <w:b/>
              </w:rPr>
              <w:t xml:space="preserve"> applied  for</w:t>
            </w:r>
          </w:p>
        </w:tc>
      </w:tr>
      <w:tr w:rsidR="00AE2F8E" w:rsidRPr="00E234BD" w:rsidTr="00D26551">
        <w:trPr>
          <w:cantSplit/>
          <w:trHeight w:val="406"/>
          <w:jc w:val="center"/>
        </w:trPr>
        <w:tc>
          <w:tcPr>
            <w:tcW w:w="11065" w:type="dxa"/>
            <w:gridSpan w:val="21"/>
          </w:tcPr>
          <w:p w:rsidR="00AE2F8E" w:rsidRPr="00F60D72" w:rsidRDefault="00AE2F8E" w:rsidP="00FF64F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1</w:t>
            </w:r>
            <w:r w:rsidRPr="00F60D72">
              <w:rPr>
                <w:b/>
                <w:vertAlign w:val="superscript"/>
              </w:rPr>
              <w:t>st</w:t>
            </w:r>
            <w:r w:rsidRPr="00F60D72">
              <w:rPr>
                <w:b/>
              </w:rPr>
              <w:t xml:space="preserve"> Choice</w:t>
            </w:r>
            <w:r w:rsidR="00FF64FB">
              <w:rPr>
                <w:b/>
              </w:rPr>
              <w:t>:</w:t>
            </w:r>
          </w:p>
        </w:tc>
      </w:tr>
      <w:tr w:rsidR="00AE2F8E" w:rsidRPr="00E234BD" w:rsidTr="00D26551">
        <w:trPr>
          <w:cantSplit/>
          <w:trHeight w:val="406"/>
          <w:jc w:val="center"/>
        </w:trPr>
        <w:tc>
          <w:tcPr>
            <w:tcW w:w="11065" w:type="dxa"/>
            <w:gridSpan w:val="21"/>
          </w:tcPr>
          <w:p w:rsidR="00AE2F8E" w:rsidRPr="00F60D72" w:rsidRDefault="00AE2F8E" w:rsidP="00FF64F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2</w:t>
            </w:r>
            <w:r w:rsidRPr="00F60D72">
              <w:rPr>
                <w:b/>
                <w:vertAlign w:val="superscript"/>
              </w:rPr>
              <w:t>nd</w:t>
            </w:r>
            <w:r w:rsidRPr="00F60D72">
              <w:rPr>
                <w:b/>
              </w:rPr>
              <w:t xml:space="preserve"> Choic</w:t>
            </w:r>
            <w:r w:rsidR="00FF64FB">
              <w:rPr>
                <w:b/>
              </w:rPr>
              <w:t>e:</w:t>
            </w:r>
          </w:p>
        </w:tc>
      </w:tr>
      <w:tr w:rsidR="00AE2F8E" w:rsidRPr="00E234BD" w:rsidTr="00D26551">
        <w:trPr>
          <w:cantSplit/>
          <w:trHeight w:val="406"/>
          <w:jc w:val="center"/>
        </w:trPr>
        <w:tc>
          <w:tcPr>
            <w:tcW w:w="11065" w:type="dxa"/>
            <w:gridSpan w:val="21"/>
          </w:tcPr>
          <w:p w:rsidR="00AE2F8E" w:rsidRPr="00F60D72" w:rsidRDefault="00D229C7" w:rsidP="006D2CDF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6E6DC68" wp14:editId="71A271F2">
                      <wp:simplePos x="0" y="0"/>
                      <wp:positionH relativeFrom="column">
                        <wp:posOffset>5056505</wp:posOffset>
                      </wp:positionH>
                      <wp:positionV relativeFrom="paragraph">
                        <wp:posOffset>28575</wp:posOffset>
                      </wp:positionV>
                      <wp:extent cx="200025" cy="90805"/>
                      <wp:effectExtent l="8255" t="9525" r="10795" b="23495"/>
                      <wp:wrapNone/>
                      <wp:docPr id="4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F48E9" id="Rectangle 53" o:spid="_x0000_s1026" style="position:absolute;margin-left:398.15pt;margin-top:2.25pt;width:15.75pt;height:7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B75D95" wp14:editId="288DDD7E">
                      <wp:simplePos x="0" y="0"/>
                      <wp:positionH relativeFrom="column">
                        <wp:posOffset>4491990</wp:posOffset>
                      </wp:positionH>
                      <wp:positionV relativeFrom="paragraph">
                        <wp:posOffset>26670</wp:posOffset>
                      </wp:positionV>
                      <wp:extent cx="200025" cy="90805"/>
                      <wp:effectExtent l="12700" t="9525" r="15875" b="23495"/>
                      <wp:wrapNone/>
                      <wp:docPr id="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778A7" id="Rectangle 46" o:spid="_x0000_s1026" style="position:absolute;margin-left:353.7pt;margin-top:2.1pt;width:15.7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  <w:r w:rsidR="00AE2F8E" w:rsidRPr="00F60D72">
              <w:rPr>
                <w:b/>
                <w:sz w:val="18"/>
                <w:szCs w:val="18"/>
              </w:rPr>
              <w:t xml:space="preserve">Have you attended this </w:t>
            </w:r>
            <w:r>
              <w:rPr>
                <w:b/>
                <w:sz w:val="18"/>
                <w:szCs w:val="18"/>
              </w:rPr>
              <w:t>University before?</w:t>
            </w:r>
            <w:r w:rsidR="00AE2F8E" w:rsidRPr="00F60D72">
              <w:rPr>
                <w:b/>
                <w:sz w:val="18"/>
                <w:szCs w:val="18"/>
              </w:rPr>
              <w:t xml:space="preserve">  ( PIUS X11, UBBS  or UBLS) </w:t>
            </w:r>
            <w:r w:rsidR="006D2CDF">
              <w:rPr>
                <w:b/>
                <w:sz w:val="18"/>
                <w:szCs w:val="18"/>
              </w:rPr>
              <w:t>Y</w:t>
            </w:r>
            <w:r w:rsidR="00A672F4">
              <w:rPr>
                <w:b/>
                <w:sz w:val="18"/>
                <w:szCs w:val="18"/>
              </w:rPr>
              <w:t xml:space="preserve">es        </w:t>
            </w:r>
            <w:r w:rsidR="00AE2F8E" w:rsidRPr="00F60D72">
              <w:rPr>
                <w:b/>
                <w:sz w:val="18"/>
                <w:szCs w:val="18"/>
              </w:rPr>
              <w:t xml:space="preserve">    </w:t>
            </w:r>
            <w:r w:rsidR="006D2CDF">
              <w:rPr>
                <w:b/>
                <w:sz w:val="18"/>
                <w:szCs w:val="18"/>
              </w:rPr>
              <w:t xml:space="preserve">No     </w:t>
            </w:r>
            <w:r w:rsidR="00AE2F8E" w:rsidRPr="00F60D72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2441A" w:rsidRPr="00E234BD" w:rsidTr="00D26551">
        <w:trPr>
          <w:cantSplit/>
          <w:trHeight w:hRule="exact" w:val="296"/>
          <w:jc w:val="center"/>
        </w:trPr>
        <w:tc>
          <w:tcPr>
            <w:tcW w:w="5671" w:type="dxa"/>
            <w:gridSpan w:val="14"/>
          </w:tcPr>
          <w:p w:rsidR="0052441A" w:rsidRPr="00F60D72" w:rsidRDefault="00D229C7" w:rsidP="000176EB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If yes</w:t>
            </w:r>
            <w:r w:rsidR="0052441A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give </w:t>
            </w:r>
            <w:r w:rsidR="0052441A" w:rsidRPr="00F60D72">
              <w:rPr>
                <w:b/>
                <w:sz w:val="18"/>
                <w:szCs w:val="18"/>
              </w:rPr>
              <w:t>Student Number &amp; year of study</w:t>
            </w:r>
          </w:p>
          <w:p w:rsidR="0052441A" w:rsidRPr="00F60D72" w:rsidRDefault="0052441A" w:rsidP="000176E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State:</w:t>
            </w:r>
          </w:p>
        </w:tc>
        <w:tc>
          <w:tcPr>
            <w:tcW w:w="2394" w:type="dxa"/>
            <w:gridSpan w:val="3"/>
          </w:tcPr>
          <w:p w:rsidR="0052441A" w:rsidRPr="00F60D72" w:rsidRDefault="0052441A" w:rsidP="000176EB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No</w:t>
            </w:r>
            <w:r w:rsidRPr="00F60D7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000" w:type="dxa"/>
            <w:gridSpan w:val="4"/>
          </w:tcPr>
          <w:p w:rsidR="0052441A" w:rsidRPr="00F60D72" w:rsidRDefault="0052441A" w:rsidP="000176EB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Year of study:</w:t>
            </w:r>
          </w:p>
        </w:tc>
      </w:tr>
      <w:tr w:rsidR="00AC5D5A" w:rsidRPr="00E234BD" w:rsidTr="00D229C7">
        <w:trPr>
          <w:cantSplit/>
          <w:trHeight w:val="122"/>
          <w:jc w:val="center"/>
        </w:trPr>
        <w:tc>
          <w:tcPr>
            <w:tcW w:w="11065" w:type="dxa"/>
            <w:gridSpan w:val="21"/>
          </w:tcPr>
          <w:p w:rsidR="00AC5D5A" w:rsidRPr="00F60D72" w:rsidRDefault="00AC5D5A" w:rsidP="000176EB">
            <w:pPr>
              <w:pStyle w:val="BodyText"/>
              <w:rPr>
                <w:b/>
              </w:rPr>
            </w:pPr>
          </w:p>
        </w:tc>
      </w:tr>
      <w:tr w:rsidR="00AE2F8E" w:rsidRPr="00E234BD" w:rsidTr="00D26551">
        <w:trPr>
          <w:cantSplit/>
          <w:trHeight w:val="282"/>
          <w:jc w:val="center"/>
        </w:trPr>
        <w:tc>
          <w:tcPr>
            <w:tcW w:w="11065" w:type="dxa"/>
            <w:gridSpan w:val="21"/>
          </w:tcPr>
          <w:p w:rsidR="00AE2F8E" w:rsidRPr="00F60D72" w:rsidRDefault="00D229C7" w:rsidP="000176EB">
            <w:pPr>
              <w:pStyle w:val="BodyText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 xml:space="preserve">Year </w:t>
            </w:r>
            <w:r w:rsidR="00AE2F8E" w:rsidRPr="00F60D72">
              <w:rPr>
                <w:b/>
                <w:sz w:val="18"/>
                <w:szCs w:val="18"/>
                <w:u w:val="single"/>
              </w:rPr>
              <w:t xml:space="preserve"> from :                                     (Year)To                                 (Year</w:t>
            </w:r>
            <w:r w:rsidR="0013166C">
              <w:rPr>
                <w:b/>
                <w:sz w:val="18"/>
                <w:szCs w:val="18"/>
                <w:u w:val="single"/>
              </w:rPr>
              <w:t xml:space="preserve"> of graduation</w:t>
            </w:r>
            <w:r w:rsidR="008E3365">
              <w:rPr>
                <w:b/>
                <w:sz w:val="18"/>
                <w:szCs w:val="18"/>
                <w:u w:val="single"/>
              </w:rPr>
              <w:t>)_______________</w:t>
            </w:r>
          </w:p>
        </w:tc>
      </w:tr>
      <w:tr w:rsidR="00AE2F8E" w:rsidRPr="00E234BD" w:rsidTr="00DC7CB9">
        <w:trPr>
          <w:cantSplit/>
          <w:trHeight w:hRule="exact" w:val="441"/>
          <w:jc w:val="center"/>
        </w:trPr>
        <w:tc>
          <w:tcPr>
            <w:tcW w:w="11065" w:type="dxa"/>
            <w:gridSpan w:val="21"/>
            <w:shd w:val="clear" w:color="auto" w:fill="404040"/>
            <w:vAlign w:val="center"/>
          </w:tcPr>
          <w:p w:rsidR="002971B6" w:rsidRDefault="00AE2F8E" w:rsidP="003016B6">
            <w:pPr>
              <w:pStyle w:val="Heading1"/>
            </w:pPr>
            <w:r w:rsidRPr="00F60D72">
              <w:t>(C</w:t>
            </w:r>
            <w:r w:rsidR="0013166C">
              <w:rPr>
                <w:sz w:val="16"/>
              </w:rPr>
              <w:t xml:space="preserve">)  </w:t>
            </w:r>
            <w:r w:rsidR="0013166C" w:rsidRPr="009D0FB9">
              <w:rPr>
                <w:sz w:val="20"/>
                <w:szCs w:val="20"/>
              </w:rPr>
              <w:t>T</w:t>
            </w:r>
            <w:r w:rsidRPr="009D0FB9">
              <w:rPr>
                <w:sz w:val="20"/>
                <w:szCs w:val="20"/>
              </w:rPr>
              <w:t xml:space="preserve">o be completed by Applicants with </w:t>
            </w:r>
            <w:r w:rsidR="00486AD2" w:rsidRPr="009D0FB9">
              <w:rPr>
                <w:sz w:val="20"/>
                <w:szCs w:val="20"/>
              </w:rPr>
              <w:t xml:space="preserve">Additional </w:t>
            </w:r>
            <w:r w:rsidR="007C596F" w:rsidRPr="009D0FB9">
              <w:rPr>
                <w:sz w:val="20"/>
                <w:szCs w:val="20"/>
              </w:rPr>
              <w:t>Post-Secondary</w:t>
            </w:r>
            <w:r w:rsidR="00486AD2" w:rsidRPr="009D0FB9">
              <w:rPr>
                <w:sz w:val="20"/>
                <w:szCs w:val="20"/>
              </w:rPr>
              <w:t xml:space="preserve"> Qualifications</w:t>
            </w:r>
            <w:r w:rsidR="0013166C">
              <w:t xml:space="preserve">: </w:t>
            </w:r>
          </w:p>
          <w:p w:rsidR="00AE2F8E" w:rsidRPr="00F60D72" w:rsidRDefault="00AE2F8E" w:rsidP="003016B6">
            <w:pPr>
              <w:pStyle w:val="Heading1"/>
            </w:pPr>
          </w:p>
          <w:p w:rsidR="00AE2F8E" w:rsidRPr="00F60D72" w:rsidRDefault="00AE2F8E" w:rsidP="003016B6">
            <w:pPr>
              <w:pStyle w:val="Heading1"/>
            </w:pPr>
            <w:r w:rsidRPr="00F60D72">
              <w:t>Co-applicant Employment Information</w:t>
            </w: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486AD2" w:rsidRPr="00F60D72" w:rsidRDefault="00486AD2" w:rsidP="00486AD2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Name of College/university/institute</w:t>
            </w:r>
          </w:p>
          <w:p w:rsidR="00AE2F8E" w:rsidRPr="00F60D72" w:rsidRDefault="00AE2F8E" w:rsidP="00486AD2">
            <w:pPr>
              <w:pStyle w:val="BodyText"/>
              <w:rPr>
                <w:b/>
              </w:rPr>
            </w:pP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486AD2" w:rsidRPr="00F60D72" w:rsidRDefault="00486AD2" w:rsidP="00486AD2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Address:</w:t>
            </w: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A21B5C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A21B5C" w:rsidRDefault="00A21B5C" w:rsidP="000176EB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AE2F8E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Pr="00F60D72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Fax:</w:t>
            </w: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AE2F8E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245373" w:rsidRPr="00F60D72" w:rsidRDefault="0024537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ZIP Code:</w:t>
            </w:r>
          </w:p>
        </w:tc>
      </w:tr>
      <w:tr w:rsidR="000611D3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</w:tcPr>
          <w:p w:rsidR="000611D3" w:rsidRDefault="000611D3" w:rsidP="000176EB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  <w:tcBorders>
              <w:bottom w:val="single" w:sz="4" w:space="0" w:color="auto"/>
            </w:tcBorders>
          </w:tcPr>
          <w:p w:rsidR="00AE2F8E" w:rsidRPr="00F60D72" w:rsidRDefault="00585964" w:rsidP="000176EB">
            <w:pPr>
              <w:pStyle w:val="BodyText"/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Program of study </w:t>
            </w:r>
            <w:r w:rsidRPr="00F60D72">
              <w:rPr>
                <w:b/>
                <w:sz w:val="18"/>
                <w:szCs w:val="18"/>
              </w:rPr>
              <w:t>:</w:t>
            </w: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  <w:tcBorders>
              <w:bottom w:val="single" w:sz="4" w:space="0" w:color="auto"/>
            </w:tcBorders>
          </w:tcPr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Date: From_____________________(year)to__________________________(year</w:t>
            </w:r>
            <w:r w:rsidR="00D40E30">
              <w:rPr>
                <w:b/>
                <w:sz w:val="18"/>
                <w:szCs w:val="18"/>
              </w:rPr>
              <w:t>/date of graduation</w:t>
            </w:r>
            <w:r w:rsidR="00E15E9C">
              <w:rPr>
                <w:b/>
                <w:sz w:val="18"/>
                <w:szCs w:val="18"/>
              </w:rPr>
              <w:t>)</w:t>
            </w:r>
          </w:p>
        </w:tc>
      </w:tr>
      <w:tr w:rsidR="00AE2F8E" w:rsidRPr="00E234BD" w:rsidTr="00D26551">
        <w:trPr>
          <w:cantSplit/>
          <w:trHeight w:hRule="exact" w:val="296"/>
          <w:jc w:val="center"/>
        </w:trPr>
        <w:tc>
          <w:tcPr>
            <w:tcW w:w="11065" w:type="dxa"/>
            <w:gridSpan w:val="21"/>
            <w:tcBorders>
              <w:bottom w:val="single" w:sz="4" w:space="0" w:color="auto"/>
            </w:tcBorders>
          </w:tcPr>
          <w:p w:rsidR="00486AD2" w:rsidRDefault="00AE2F8E" w:rsidP="00416DF2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Class/Division or result  if applicable:</w:t>
            </w: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Pr="00F60D72" w:rsidRDefault="00E15E9C" w:rsidP="00416DF2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AE2F8E" w:rsidRPr="00E234BD" w:rsidTr="00D26551">
        <w:trPr>
          <w:cantSplit/>
          <w:trHeight w:hRule="exact" w:val="3534"/>
          <w:jc w:val="center"/>
        </w:trPr>
        <w:tc>
          <w:tcPr>
            <w:tcW w:w="11065" w:type="dxa"/>
            <w:gridSpan w:val="21"/>
            <w:tcBorders>
              <w:bottom w:val="single" w:sz="4" w:space="0" w:color="auto"/>
            </w:tcBorders>
          </w:tcPr>
          <w:p w:rsidR="00AE2F8E" w:rsidRPr="00F60D72" w:rsidRDefault="00D67A9C" w:rsidP="000176EB">
            <w:pPr>
              <w:pStyle w:val="BodyText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N.B: </w:t>
            </w:r>
            <w:r w:rsidR="00097D9F">
              <w:rPr>
                <w:b/>
                <w:i/>
              </w:rPr>
              <w:t>C</w:t>
            </w:r>
            <w:r w:rsidR="00AE2F8E" w:rsidRPr="00F60D72">
              <w:rPr>
                <w:b/>
                <w:i/>
              </w:rPr>
              <w:t xml:space="preserve">ertified copies of transcripts of academic record must be attached. </w:t>
            </w:r>
            <w:r>
              <w:rPr>
                <w:b/>
                <w:i/>
              </w:rPr>
              <w:t xml:space="preserve">  Applications without certified copies of academic record will not be considered.</w:t>
            </w: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F12D64" w:rsidRDefault="00F12D64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C23945" w:rsidRDefault="00C23945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11FC" w:rsidRDefault="00AE11F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C23945" w:rsidRDefault="00C23945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C23945" w:rsidRDefault="00C23945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986F03" w:rsidRDefault="00986F03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C23945" w:rsidRDefault="00C23945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654227" w:rsidRDefault="00654227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654227" w:rsidRDefault="00654227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654227" w:rsidRDefault="00654227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654227" w:rsidRDefault="00654227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654227" w:rsidRDefault="00654227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Pr="00F60D72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1C3B61" w:rsidRPr="00F60D72" w:rsidTr="00D26551">
        <w:trPr>
          <w:cantSplit/>
          <w:trHeight w:val="373"/>
          <w:jc w:val="center"/>
        </w:trPr>
        <w:tc>
          <w:tcPr>
            <w:tcW w:w="11065" w:type="dxa"/>
            <w:gridSpan w:val="21"/>
            <w:shd w:val="clear" w:color="auto" w:fill="0D0D0D" w:themeFill="text1" w:themeFillTint="F2"/>
          </w:tcPr>
          <w:p w:rsidR="001C3B61" w:rsidRPr="001C3B61" w:rsidRDefault="009B0BAC" w:rsidP="00805CAB">
            <w:pPr>
              <w:pStyle w:val="BodyText"/>
              <w:rPr>
                <w:b/>
                <w:color w:val="FFFFFF" w:themeColor="background1"/>
                <w:sz w:val="18"/>
                <w:szCs w:val="18"/>
              </w:rPr>
            </w:pPr>
            <w:r w:rsidRPr="001C3B61">
              <w:rPr>
                <w:color w:val="FFFFFF" w:themeColor="background1"/>
                <w:shd w:val="clear" w:color="auto" w:fill="000000" w:themeFill="text1"/>
              </w:rPr>
              <w:t xml:space="preserve"> </w:t>
            </w:r>
            <w:r w:rsidR="001C3B61" w:rsidRPr="001C3B61">
              <w:rPr>
                <w:color w:val="FFFFFF" w:themeColor="background1"/>
                <w:shd w:val="clear" w:color="auto" w:fill="000000" w:themeFill="text1"/>
              </w:rPr>
              <w:t>(</w:t>
            </w:r>
            <w:r w:rsidR="001C3B61" w:rsidRPr="001C3B61">
              <w:rPr>
                <w:b/>
                <w:color w:val="FFFFFF" w:themeColor="background1"/>
                <w:sz w:val="18"/>
                <w:shd w:val="clear" w:color="auto" w:fill="000000" w:themeFill="text1"/>
              </w:rPr>
              <w:t>D) Names, Occupations and Addresses of two Referees</w:t>
            </w:r>
          </w:p>
        </w:tc>
      </w:tr>
      <w:tr w:rsidR="0032468B" w:rsidRPr="00F60D72" w:rsidTr="00D26551">
        <w:trPr>
          <w:cantSplit/>
          <w:trHeight w:val="373"/>
          <w:jc w:val="center"/>
        </w:trPr>
        <w:tc>
          <w:tcPr>
            <w:tcW w:w="5230" w:type="dxa"/>
            <w:gridSpan w:val="12"/>
          </w:tcPr>
          <w:p w:rsidR="00F91582" w:rsidRPr="00F60D72" w:rsidRDefault="00F91582" w:rsidP="00805CA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Name:</w:t>
            </w:r>
          </w:p>
        </w:tc>
        <w:tc>
          <w:tcPr>
            <w:tcW w:w="5835" w:type="dxa"/>
            <w:gridSpan w:val="9"/>
          </w:tcPr>
          <w:p w:rsidR="00F91582" w:rsidRPr="00F60D72" w:rsidRDefault="00F91582" w:rsidP="00805CA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Name:</w:t>
            </w:r>
          </w:p>
        </w:tc>
      </w:tr>
      <w:tr w:rsidR="0032468B" w:rsidRPr="00F60D72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F91582" w:rsidRPr="00F60D72" w:rsidRDefault="00F91582" w:rsidP="00805CA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Occupation:</w:t>
            </w:r>
          </w:p>
        </w:tc>
        <w:tc>
          <w:tcPr>
            <w:tcW w:w="5835" w:type="dxa"/>
            <w:gridSpan w:val="9"/>
          </w:tcPr>
          <w:p w:rsidR="00F91582" w:rsidRPr="00F60D72" w:rsidRDefault="00F91582" w:rsidP="00805CAB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Occupation:</w:t>
            </w:r>
          </w:p>
        </w:tc>
      </w:tr>
      <w:tr w:rsidR="0032468B" w:rsidRPr="00F60D72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F91582" w:rsidRPr="00F60D72" w:rsidRDefault="00F91582" w:rsidP="00805CA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Address</w:t>
            </w:r>
          </w:p>
        </w:tc>
        <w:tc>
          <w:tcPr>
            <w:tcW w:w="5835" w:type="dxa"/>
            <w:gridSpan w:val="9"/>
          </w:tcPr>
          <w:p w:rsidR="00F91582" w:rsidRPr="00F60D72" w:rsidRDefault="00F91582" w:rsidP="00805CA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Address:</w:t>
            </w:r>
          </w:p>
        </w:tc>
      </w:tr>
      <w:tr w:rsidR="0032468B" w:rsidRPr="00E234BD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</w:p>
        </w:tc>
        <w:tc>
          <w:tcPr>
            <w:tcW w:w="5835" w:type="dxa"/>
            <w:gridSpan w:val="9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</w:p>
        </w:tc>
      </w:tr>
      <w:tr w:rsidR="0032468B" w:rsidRPr="00E234BD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AE2F8E" w:rsidRPr="00F60D72" w:rsidRDefault="00AE2F8E" w:rsidP="00F74E2E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Tel (H):                                    Tel (W):</w:t>
            </w:r>
          </w:p>
        </w:tc>
        <w:tc>
          <w:tcPr>
            <w:tcW w:w="5835" w:type="dxa"/>
            <w:gridSpan w:val="9"/>
          </w:tcPr>
          <w:p w:rsidR="00AE2F8E" w:rsidRPr="00F60D72" w:rsidRDefault="00AE2F8E" w:rsidP="00F74E2E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Tel (H):                                    Tel (W):</w:t>
            </w:r>
          </w:p>
        </w:tc>
      </w:tr>
      <w:tr w:rsidR="0032468B" w:rsidRPr="00A21B5C" w:rsidTr="00D26551">
        <w:trPr>
          <w:cantSplit/>
          <w:trHeight w:val="367"/>
          <w:jc w:val="center"/>
        </w:trPr>
        <w:tc>
          <w:tcPr>
            <w:tcW w:w="5230" w:type="dxa"/>
            <w:gridSpan w:val="12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Fax (H)                                     Fax(W)</w:t>
            </w:r>
          </w:p>
        </w:tc>
        <w:tc>
          <w:tcPr>
            <w:tcW w:w="5835" w:type="dxa"/>
            <w:gridSpan w:val="9"/>
          </w:tcPr>
          <w:p w:rsidR="00AE2F8E" w:rsidRPr="00F60D72" w:rsidRDefault="00AE2F8E" w:rsidP="000176EB">
            <w:pPr>
              <w:pStyle w:val="BodyText"/>
              <w:rPr>
                <w:b/>
              </w:rPr>
            </w:pPr>
            <w:r w:rsidRPr="00F60D72">
              <w:rPr>
                <w:b/>
              </w:rPr>
              <w:t>Fax (H)                                     Fax(W)</w:t>
            </w:r>
          </w:p>
        </w:tc>
      </w:tr>
      <w:tr w:rsidR="00E15E9C" w:rsidRPr="00E234BD" w:rsidTr="00D26551">
        <w:trPr>
          <w:cantSplit/>
          <w:trHeight w:val="305"/>
          <w:jc w:val="center"/>
        </w:trPr>
        <w:tc>
          <w:tcPr>
            <w:tcW w:w="11065" w:type="dxa"/>
            <w:gridSpan w:val="21"/>
            <w:shd w:val="clear" w:color="auto" w:fill="000000" w:themeFill="text1"/>
          </w:tcPr>
          <w:p w:rsidR="00E15E9C" w:rsidRPr="00F60D72" w:rsidRDefault="000F2EB0" w:rsidP="000176EB">
            <w:pPr>
              <w:pStyle w:val="BodyTex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(E) </w:t>
            </w:r>
            <w:r w:rsidR="00E15E9C">
              <w:rPr>
                <w:b/>
                <w:sz w:val="18"/>
                <w:szCs w:val="18"/>
              </w:rPr>
              <w:t>SPONSORSHIP</w:t>
            </w:r>
          </w:p>
        </w:tc>
      </w:tr>
      <w:tr w:rsidR="00AE2F8E" w:rsidRPr="00E234BD" w:rsidTr="00D26551">
        <w:trPr>
          <w:cantSplit/>
          <w:trHeight w:val="21"/>
          <w:jc w:val="center"/>
        </w:trPr>
        <w:tc>
          <w:tcPr>
            <w:tcW w:w="11065" w:type="dxa"/>
            <w:gridSpan w:val="21"/>
          </w:tcPr>
          <w:p w:rsidR="00AE2F8E" w:rsidRDefault="00F30397" w:rsidP="007C596F">
            <w:pPr>
              <w:pStyle w:val="BodyText"/>
              <w:jc w:val="center"/>
              <w:rPr>
                <w:b/>
                <w:sz w:val="18"/>
                <w:szCs w:val="18"/>
              </w:rPr>
            </w:pPr>
            <w:r w:rsidRPr="007C596F">
              <w:rPr>
                <w:b/>
                <w:sz w:val="18"/>
                <w:szCs w:val="18"/>
              </w:rPr>
              <w:t>Please note that your admission is not tied to your scholarship</w:t>
            </w:r>
            <w:r w:rsidR="007C596F" w:rsidRPr="007C596F">
              <w:rPr>
                <w:b/>
                <w:sz w:val="18"/>
                <w:szCs w:val="18"/>
              </w:rPr>
              <w:t xml:space="preserve"> and that the University does not run Bursary Scheme for Students</w:t>
            </w:r>
          </w:p>
          <w:p w:rsidR="007C596F" w:rsidRPr="00F60D72" w:rsidRDefault="007C596F" w:rsidP="007C596F">
            <w:pPr>
              <w:pStyle w:val="BodyText"/>
              <w:jc w:val="center"/>
              <w:rPr>
                <w:b/>
                <w:sz w:val="18"/>
                <w:szCs w:val="18"/>
              </w:rPr>
            </w:pPr>
          </w:p>
        </w:tc>
      </w:tr>
      <w:tr w:rsidR="00AE2F8E" w:rsidRPr="0067009D" w:rsidTr="00D26551">
        <w:trPr>
          <w:cantSplit/>
          <w:trHeight w:val="21"/>
          <w:jc w:val="center"/>
        </w:trPr>
        <w:tc>
          <w:tcPr>
            <w:tcW w:w="11065" w:type="dxa"/>
            <w:gridSpan w:val="21"/>
          </w:tcPr>
          <w:p w:rsidR="00AE2F8E" w:rsidRPr="00F60D72" w:rsidRDefault="007C596F" w:rsidP="0099191E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If you are under 21, your parent or guardian must declare as follows</w:t>
            </w: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F60D72" w:rsidRDefault="00AE2F8E" w:rsidP="0099191E">
            <w:pPr>
              <w:pStyle w:val="BodyText"/>
              <w:jc w:val="center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“ I hold myself responsible for the payment of the full amount of fees and disbursements to be charged by the University in respect of each year for which my Son/Daughter/Ward/Myself will be registered as a student of the University”</w:t>
            </w:r>
          </w:p>
        </w:tc>
      </w:tr>
      <w:tr w:rsidR="00AE2F8E" w:rsidRPr="00E234BD" w:rsidTr="00D26551">
        <w:trPr>
          <w:cantSplit/>
          <w:trHeight w:val="937"/>
          <w:jc w:val="center"/>
        </w:trPr>
        <w:tc>
          <w:tcPr>
            <w:tcW w:w="11065" w:type="dxa"/>
            <w:gridSpan w:val="21"/>
          </w:tcPr>
          <w:p w:rsidR="00437C16" w:rsidRDefault="00437C16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4726EC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4726EC">
              <w:rPr>
                <w:b/>
                <w:sz w:val="18"/>
                <w:szCs w:val="18"/>
              </w:rPr>
              <w:t>Name…………………………………………………………………………..</w:t>
            </w:r>
          </w:p>
          <w:p w:rsidR="00AE2F8E" w:rsidRPr="004726EC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4726EC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4726EC">
              <w:rPr>
                <w:b/>
                <w:sz w:val="18"/>
                <w:szCs w:val="18"/>
              </w:rPr>
              <w:t>Signature……………………………………………………………………..</w:t>
            </w:r>
          </w:p>
          <w:p w:rsidR="00AE2F8E" w:rsidRPr="004726EC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  <w:r w:rsidRPr="004726EC">
              <w:rPr>
                <w:b/>
                <w:sz w:val="18"/>
                <w:szCs w:val="18"/>
              </w:rPr>
              <w:t>Date……………………………………………………………………………</w:t>
            </w:r>
          </w:p>
        </w:tc>
      </w:tr>
      <w:tr w:rsidR="00AE2F8E" w:rsidRPr="00E234BD" w:rsidTr="00D26551">
        <w:trPr>
          <w:cantSplit/>
          <w:trHeight w:val="3126"/>
          <w:jc w:val="center"/>
        </w:trPr>
        <w:tc>
          <w:tcPr>
            <w:tcW w:w="11065" w:type="dxa"/>
            <w:gridSpan w:val="21"/>
          </w:tcPr>
          <w:p w:rsidR="00AE2F8E" w:rsidRPr="00F60D72" w:rsidRDefault="00AE2F8E" w:rsidP="00E73A34">
            <w:pPr>
              <w:pStyle w:val="BodyText"/>
              <w:jc w:val="center"/>
              <w:rPr>
                <w:b/>
                <w:sz w:val="18"/>
                <w:szCs w:val="18"/>
                <w:u w:val="single"/>
              </w:rPr>
            </w:pPr>
            <w:r w:rsidRPr="00F60D72">
              <w:rPr>
                <w:b/>
                <w:sz w:val="18"/>
                <w:szCs w:val="18"/>
                <w:u w:val="single"/>
              </w:rPr>
              <w:t>Declaration by Applicant</w:t>
            </w:r>
          </w:p>
          <w:p w:rsidR="00AE2F8E" w:rsidRDefault="008E7D1C" w:rsidP="00E276DF">
            <w:pPr>
              <w:pStyle w:val="BodyText"/>
              <w:jc w:val="center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“I</w:t>
            </w:r>
            <w:r w:rsidR="00AE2F8E" w:rsidRPr="00F60D72">
              <w:rPr>
                <w:b/>
                <w:sz w:val="18"/>
                <w:szCs w:val="18"/>
              </w:rPr>
              <w:t xml:space="preserve"> declare that all the above information is correct and true to the best of my knowledge</w:t>
            </w:r>
            <w:r w:rsidR="00E276DF">
              <w:rPr>
                <w:b/>
                <w:sz w:val="18"/>
                <w:szCs w:val="18"/>
              </w:rPr>
              <w:t xml:space="preserve">. </w:t>
            </w:r>
            <w:r w:rsidR="00AE2F8E" w:rsidRPr="00F60D72">
              <w:rPr>
                <w:b/>
                <w:sz w:val="18"/>
                <w:szCs w:val="18"/>
              </w:rPr>
              <w:t xml:space="preserve"> </w:t>
            </w:r>
            <w:r w:rsidR="00E276DF">
              <w:rPr>
                <w:b/>
                <w:sz w:val="18"/>
                <w:szCs w:val="18"/>
              </w:rPr>
              <w:t>I</w:t>
            </w:r>
            <w:r w:rsidR="00AE2F8E" w:rsidRPr="00F60D72">
              <w:rPr>
                <w:b/>
                <w:sz w:val="18"/>
                <w:szCs w:val="18"/>
              </w:rPr>
              <w:t>f admitted at the University, I undertake to conform to the rules and regulations of the University”</w:t>
            </w:r>
          </w:p>
          <w:p w:rsidR="00437C16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</w:p>
          <w:p w:rsidR="00437C16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</w:p>
          <w:p w:rsidR="00437C16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4726EC">
              <w:rPr>
                <w:b/>
                <w:sz w:val="18"/>
                <w:szCs w:val="18"/>
              </w:rPr>
              <w:t>Signature ………………………………………….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Date………………………………………………….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</w:p>
        </w:tc>
      </w:tr>
      <w:tr w:rsidR="00AE2F8E" w:rsidRPr="00E234BD" w:rsidTr="00D26551">
        <w:trPr>
          <w:cantSplit/>
          <w:trHeight w:val="2515"/>
          <w:jc w:val="center"/>
        </w:trPr>
        <w:tc>
          <w:tcPr>
            <w:tcW w:w="11065" w:type="dxa"/>
            <w:gridSpan w:val="21"/>
          </w:tcPr>
          <w:p w:rsidR="00AE2F8E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E15E9C" w:rsidRPr="00F60D72" w:rsidRDefault="00E15E9C" w:rsidP="000176EB">
            <w:pPr>
              <w:pStyle w:val="BodyText"/>
              <w:rPr>
                <w:b/>
                <w:sz w:val="18"/>
                <w:szCs w:val="18"/>
              </w:rPr>
            </w:pP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Completed Application forms should be addressed to: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The Admission Secretary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The National University of Lesotho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P O Roma 180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Lesotho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Southern Africa</w:t>
            </w:r>
          </w:p>
          <w:p w:rsidR="00437C16" w:rsidRPr="00F60D72" w:rsidRDefault="00437C16" w:rsidP="00437C16">
            <w:pPr>
              <w:pStyle w:val="BodyText"/>
              <w:rPr>
                <w:b/>
                <w:sz w:val="18"/>
                <w:szCs w:val="18"/>
              </w:rPr>
            </w:pPr>
            <w:r w:rsidRPr="00F60D72">
              <w:rPr>
                <w:b/>
                <w:sz w:val="18"/>
                <w:szCs w:val="18"/>
              </w:rPr>
              <w:t>Tel +266 22340601/52213809/</w:t>
            </w:r>
            <w:r w:rsidR="009B4BA0">
              <w:rPr>
                <w:b/>
                <w:sz w:val="18"/>
                <w:szCs w:val="18"/>
              </w:rPr>
              <w:t>52213809/</w:t>
            </w:r>
            <w:r w:rsidRPr="00F60D72">
              <w:rPr>
                <w:b/>
                <w:sz w:val="18"/>
                <w:szCs w:val="18"/>
              </w:rPr>
              <w:t>52213846/47</w:t>
            </w:r>
          </w:p>
          <w:p w:rsidR="00AE2F8E" w:rsidRPr="00F60D72" w:rsidRDefault="00AE2F8E" w:rsidP="000176EB">
            <w:pPr>
              <w:pStyle w:val="BodyText"/>
              <w:rPr>
                <w:b/>
                <w:sz w:val="18"/>
                <w:szCs w:val="18"/>
              </w:rPr>
            </w:pPr>
          </w:p>
        </w:tc>
      </w:tr>
    </w:tbl>
    <w:p w:rsidR="00415F5F" w:rsidRPr="00F07DF5" w:rsidRDefault="00415F5F" w:rsidP="000E3277"/>
    <w:sectPr w:rsidR="00415F5F" w:rsidRPr="00F07DF5" w:rsidSect="00A672F4">
      <w:footerReference w:type="default" r:id="rId10"/>
      <w:pgSz w:w="11907" w:h="16839" w:code="9"/>
      <w:pgMar w:top="864" w:right="1080" w:bottom="864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18D" w:rsidRDefault="004B718D">
      <w:r>
        <w:separator/>
      </w:r>
    </w:p>
  </w:endnote>
  <w:endnote w:type="continuationSeparator" w:id="0">
    <w:p w:rsidR="004B718D" w:rsidRDefault="004B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oh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10"/>
      <w:gridCol w:w="8737"/>
    </w:tblGrid>
    <w:tr w:rsidR="0073033A">
      <w:tc>
        <w:tcPr>
          <w:tcW w:w="918" w:type="dxa"/>
        </w:tcPr>
        <w:p w:rsidR="0073033A" w:rsidRDefault="00025B1E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8162B" w:rsidRPr="0038162B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73033A" w:rsidRPr="0073033A" w:rsidRDefault="0073033A" w:rsidP="003A42D3">
          <w:pPr>
            <w:pStyle w:val="Footer"/>
            <w:rPr>
              <w:rFonts w:asciiTheme="minorHAnsi" w:hAnsiTheme="minorHAnsi"/>
              <w:b/>
            </w:rPr>
          </w:pPr>
          <w:r w:rsidRPr="0073033A">
            <w:rPr>
              <w:rFonts w:asciiTheme="minorHAnsi" w:hAnsiTheme="minorHAnsi"/>
              <w:b/>
            </w:rPr>
            <w:t xml:space="preserve">The National University of Lesotho – </w:t>
          </w:r>
          <w:r w:rsidR="003A42D3">
            <w:rPr>
              <w:rFonts w:asciiTheme="minorHAnsi" w:hAnsiTheme="minorHAnsi"/>
              <w:b/>
            </w:rPr>
            <w:t xml:space="preserve"> </w:t>
          </w:r>
          <w:r w:rsidR="003A42D3">
            <w:rPr>
              <w:rFonts w:asciiTheme="minorHAnsi" w:hAnsiTheme="minorHAnsi"/>
            </w:rPr>
            <w:t xml:space="preserve">Undergraduate </w:t>
          </w:r>
          <w:r w:rsidRPr="0073033A">
            <w:rPr>
              <w:rFonts w:asciiTheme="minorHAnsi" w:hAnsiTheme="minorHAnsi"/>
            </w:rPr>
            <w:t xml:space="preserve"> Application Form</w:t>
          </w:r>
        </w:p>
      </w:tc>
    </w:tr>
  </w:tbl>
  <w:p w:rsidR="000E3277" w:rsidRDefault="000E32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18D" w:rsidRDefault="004B718D">
      <w:r>
        <w:separator/>
      </w:r>
    </w:p>
  </w:footnote>
  <w:footnote w:type="continuationSeparator" w:id="0">
    <w:p w:rsidR="004B718D" w:rsidRDefault="004B7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DEFD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341F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2470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2E2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005C1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F17D50"/>
    <w:multiLevelType w:val="hybridMultilevel"/>
    <w:tmpl w:val="96DE29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9541F"/>
    <w:multiLevelType w:val="hybridMultilevel"/>
    <w:tmpl w:val="E084C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D475A"/>
    <w:multiLevelType w:val="hybridMultilevel"/>
    <w:tmpl w:val="EE18CBB8"/>
    <w:lvl w:ilvl="0" w:tplc="CEE609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D2C2C"/>
    <w:multiLevelType w:val="hybridMultilevel"/>
    <w:tmpl w:val="AB380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00EA0"/>
    <w:multiLevelType w:val="hybridMultilevel"/>
    <w:tmpl w:val="9586E04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03BEE"/>
    <w:multiLevelType w:val="hybridMultilevel"/>
    <w:tmpl w:val="CFB280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DD"/>
    <w:rsid w:val="00002B38"/>
    <w:rsid w:val="000077BD"/>
    <w:rsid w:val="00015842"/>
    <w:rsid w:val="00015CB7"/>
    <w:rsid w:val="000176EB"/>
    <w:rsid w:val="00017DD1"/>
    <w:rsid w:val="00025B1E"/>
    <w:rsid w:val="000332AD"/>
    <w:rsid w:val="00033FBD"/>
    <w:rsid w:val="0003762A"/>
    <w:rsid w:val="000542EF"/>
    <w:rsid w:val="000611D3"/>
    <w:rsid w:val="0006481A"/>
    <w:rsid w:val="000657A1"/>
    <w:rsid w:val="0008654A"/>
    <w:rsid w:val="00090FC4"/>
    <w:rsid w:val="00097D9F"/>
    <w:rsid w:val="000A52C6"/>
    <w:rsid w:val="000B48E7"/>
    <w:rsid w:val="000B654E"/>
    <w:rsid w:val="000C0676"/>
    <w:rsid w:val="000C3395"/>
    <w:rsid w:val="000E13C6"/>
    <w:rsid w:val="000E1B6F"/>
    <w:rsid w:val="000E3277"/>
    <w:rsid w:val="000E3F3E"/>
    <w:rsid w:val="000E7A02"/>
    <w:rsid w:val="000F2EB0"/>
    <w:rsid w:val="000F5145"/>
    <w:rsid w:val="000F59F0"/>
    <w:rsid w:val="0011055C"/>
    <w:rsid w:val="0011649E"/>
    <w:rsid w:val="0013166C"/>
    <w:rsid w:val="0013235E"/>
    <w:rsid w:val="001352B9"/>
    <w:rsid w:val="00152052"/>
    <w:rsid w:val="0016303A"/>
    <w:rsid w:val="00166415"/>
    <w:rsid w:val="0017389B"/>
    <w:rsid w:val="00174105"/>
    <w:rsid w:val="001743DE"/>
    <w:rsid w:val="00182077"/>
    <w:rsid w:val="00190F40"/>
    <w:rsid w:val="001A50F9"/>
    <w:rsid w:val="001B1F3C"/>
    <w:rsid w:val="001C3B61"/>
    <w:rsid w:val="001E671C"/>
    <w:rsid w:val="001F44C6"/>
    <w:rsid w:val="001F52E8"/>
    <w:rsid w:val="001F7A95"/>
    <w:rsid w:val="002008A2"/>
    <w:rsid w:val="00206597"/>
    <w:rsid w:val="00212CAA"/>
    <w:rsid w:val="0021419F"/>
    <w:rsid w:val="00221BD6"/>
    <w:rsid w:val="002352B9"/>
    <w:rsid w:val="00240AF1"/>
    <w:rsid w:val="00240D48"/>
    <w:rsid w:val="002426ED"/>
    <w:rsid w:val="00245373"/>
    <w:rsid w:val="0024648C"/>
    <w:rsid w:val="002475A1"/>
    <w:rsid w:val="00250150"/>
    <w:rsid w:val="002531EC"/>
    <w:rsid w:val="00254644"/>
    <w:rsid w:val="00255CC7"/>
    <w:rsid w:val="00256AD6"/>
    <w:rsid w:val="00260272"/>
    <w:rsid w:val="002602F0"/>
    <w:rsid w:val="00262919"/>
    <w:rsid w:val="00273126"/>
    <w:rsid w:val="00282CAA"/>
    <w:rsid w:val="00283DED"/>
    <w:rsid w:val="00291BED"/>
    <w:rsid w:val="002971B6"/>
    <w:rsid w:val="00297CB6"/>
    <w:rsid w:val="002B050E"/>
    <w:rsid w:val="002C0936"/>
    <w:rsid w:val="002D1C2E"/>
    <w:rsid w:val="002D3724"/>
    <w:rsid w:val="002D7D7C"/>
    <w:rsid w:val="002E2B2D"/>
    <w:rsid w:val="002F1262"/>
    <w:rsid w:val="002F1D52"/>
    <w:rsid w:val="002F2C6A"/>
    <w:rsid w:val="002F6753"/>
    <w:rsid w:val="002F74E7"/>
    <w:rsid w:val="003016B6"/>
    <w:rsid w:val="003075AC"/>
    <w:rsid w:val="003122BD"/>
    <w:rsid w:val="003145E8"/>
    <w:rsid w:val="0032162C"/>
    <w:rsid w:val="0032468B"/>
    <w:rsid w:val="0035175E"/>
    <w:rsid w:val="003534B8"/>
    <w:rsid w:val="003550B8"/>
    <w:rsid w:val="003570A8"/>
    <w:rsid w:val="00366037"/>
    <w:rsid w:val="003661BF"/>
    <w:rsid w:val="00381566"/>
    <w:rsid w:val="0038162B"/>
    <w:rsid w:val="00384215"/>
    <w:rsid w:val="00387919"/>
    <w:rsid w:val="003906DF"/>
    <w:rsid w:val="003A2147"/>
    <w:rsid w:val="003A4125"/>
    <w:rsid w:val="003A42D3"/>
    <w:rsid w:val="003C3054"/>
    <w:rsid w:val="003C4460"/>
    <w:rsid w:val="003E0E46"/>
    <w:rsid w:val="003E484D"/>
    <w:rsid w:val="003F2693"/>
    <w:rsid w:val="003F5C56"/>
    <w:rsid w:val="00401BCD"/>
    <w:rsid w:val="0040387D"/>
    <w:rsid w:val="00405C87"/>
    <w:rsid w:val="00415F5F"/>
    <w:rsid w:val="00416DF2"/>
    <w:rsid w:val="0042038C"/>
    <w:rsid w:val="004254B6"/>
    <w:rsid w:val="00435212"/>
    <w:rsid w:val="00437C16"/>
    <w:rsid w:val="00461DCB"/>
    <w:rsid w:val="00462374"/>
    <w:rsid w:val="004726EC"/>
    <w:rsid w:val="00486AD2"/>
    <w:rsid w:val="00490F4D"/>
    <w:rsid w:val="00491A66"/>
    <w:rsid w:val="00497DC0"/>
    <w:rsid w:val="004A419A"/>
    <w:rsid w:val="004B1EE1"/>
    <w:rsid w:val="004B718D"/>
    <w:rsid w:val="004C10CA"/>
    <w:rsid w:val="004C3ADD"/>
    <w:rsid w:val="004C3D97"/>
    <w:rsid w:val="004C54AE"/>
    <w:rsid w:val="004D07EE"/>
    <w:rsid w:val="004D0F20"/>
    <w:rsid w:val="004D64E0"/>
    <w:rsid w:val="004F1E91"/>
    <w:rsid w:val="004F30D3"/>
    <w:rsid w:val="00500302"/>
    <w:rsid w:val="005027E4"/>
    <w:rsid w:val="00516584"/>
    <w:rsid w:val="0052441A"/>
    <w:rsid w:val="00525D25"/>
    <w:rsid w:val="00527F83"/>
    <w:rsid w:val="00532E88"/>
    <w:rsid w:val="005360D4"/>
    <w:rsid w:val="00544F9C"/>
    <w:rsid w:val="0054754E"/>
    <w:rsid w:val="00553711"/>
    <w:rsid w:val="0056338C"/>
    <w:rsid w:val="005808F3"/>
    <w:rsid w:val="00580B81"/>
    <w:rsid w:val="00584C17"/>
    <w:rsid w:val="00585964"/>
    <w:rsid w:val="005861CB"/>
    <w:rsid w:val="005B7EAA"/>
    <w:rsid w:val="005C19BF"/>
    <w:rsid w:val="005D3A14"/>
    <w:rsid w:val="005D4280"/>
    <w:rsid w:val="005E1DA4"/>
    <w:rsid w:val="005E6B1B"/>
    <w:rsid w:val="005F1A69"/>
    <w:rsid w:val="005F459E"/>
    <w:rsid w:val="0060127E"/>
    <w:rsid w:val="00603DD3"/>
    <w:rsid w:val="0060586C"/>
    <w:rsid w:val="00611BB6"/>
    <w:rsid w:val="00612ADD"/>
    <w:rsid w:val="006421CA"/>
    <w:rsid w:val="00646EFB"/>
    <w:rsid w:val="00653624"/>
    <w:rsid w:val="00654227"/>
    <w:rsid w:val="00662E00"/>
    <w:rsid w:val="006638AD"/>
    <w:rsid w:val="00666324"/>
    <w:rsid w:val="0067009D"/>
    <w:rsid w:val="00671993"/>
    <w:rsid w:val="00682713"/>
    <w:rsid w:val="006917DA"/>
    <w:rsid w:val="00695EF5"/>
    <w:rsid w:val="00697980"/>
    <w:rsid w:val="006A2216"/>
    <w:rsid w:val="006B2834"/>
    <w:rsid w:val="006C3E1B"/>
    <w:rsid w:val="006D2CDF"/>
    <w:rsid w:val="006F438F"/>
    <w:rsid w:val="0070731A"/>
    <w:rsid w:val="00722DE8"/>
    <w:rsid w:val="0073033A"/>
    <w:rsid w:val="00733AC6"/>
    <w:rsid w:val="007344B3"/>
    <w:rsid w:val="00736FDE"/>
    <w:rsid w:val="00765584"/>
    <w:rsid w:val="0076738D"/>
    <w:rsid w:val="00770753"/>
    <w:rsid w:val="00770EEA"/>
    <w:rsid w:val="00771F4E"/>
    <w:rsid w:val="00775E8D"/>
    <w:rsid w:val="007768C5"/>
    <w:rsid w:val="00776D79"/>
    <w:rsid w:val="00786AB6"/>
    <w:rsid w:val="007876CA"/>
    <w:rsid w:val="007B34AB"/>
    <w:rsid w:val="007C596F"/>
    <w:rsid w:val="007C7E4A"/>
    <w:rsid w:val="007D06D5"/>
    <w:rsid w:val="007E3D81"/>
    <w:rsid w:val="00803131"/>
    <w:rsid w:val="0081581E"/>
    <w:rsid w:val="00831930"/>
    <w:rsid w:val="008329CD"/>
    <w:rsid w:val="00835F75"/>
    <w:rsid w:val="00845AD4"/>
    <w:rsid w:val="00853F44"/>
    <w:rsid w:val="0086483B"/>
    <w:rsid w:val="008658E6"/>
    <w:rsid w:val="00867094"/>
    <w:rsid w:val="00872FB6"/>
    <w:rsid w:val="00873DC0"/>
    <w:rsid w:val="0088126C"/>
    <w:rsid w:val="00883FF7"/>
    <w:rsid w:val="00884CA6"/>
    <w:rsid w:val="00884E5C"/>
    <w:rsid w:val="00887861"/>
    <w:rsid w:val="00895620"/>
    <w:rsid w:val="008D2539"/>
    <w:rsid w:val="008D298C"/>
    <w:rsid w:val="008E06F2"/>
    <w:rsid w:val="008E3365"/>
    <w:rsid w:val="008E6E6D"/>
    <w:rsid w:val="008E7D1C"/>
    <w:rsid w:val="008F668F"/>
    <w:rsid w:val="00927420"/>
    <w:rsid w:val="00932D09"/>
    <w:rsid w:val="00937EFC"/>
    <w:rsid w:val="0094093C"/>
    <w:rsid w:val="009414D4"/>
    <w:rsid w:val="00954983"/>
    <w:rsid w:val="00955923"/>
    <w:rsid w:val="009622B2"/>
    <w:rsid w:val="00963198"/>
    <w:rsid w:val="0096635A"/>
    <w:rsid w:val="009679DB"/>
    <w:rsid w:val="0097161E"/>
    <w:rsid w:val="009861CE"/>
    <w:rsid w:val="00986F03"/>
    <w:rsid w:val="0099026F"/>
    <w:rsid w:val="0099191E"/>
    <w:rsid w:val="009952FE"/>
    <w:rsid w:val="0099604C"/>
    <w:rsid w:val="00996059"/>
    <w:rsid w:val="009B0BAC"/>
    <w:rsid w:val="009B2ABB"/>
    <w:rsid w:val="009B4BA0"/>
    <w:rsid w:val="009B4D58"/>
    <w:rsid w:val="009C1D84"/>
    <w:rsid w:val="009C2AF6"/>
    <w:rsid w:val="009D0FB9"/>
    <w:rsid w:val="009E17C5"/>
    <w:rsid w:val="009E4BB0"/>
    <w:rsid w:val="009E5055"/>
    <w:rsid w:val="009F58BB"/>
    <w:rsid w:val="00A10E64"/>
    <w:rsid w:val="00A16163"/>
    <w:rsid w:val="00A16E44"/>
    <w:rsid w:val="00A21B5C"/>
    <w:rsid w:val="00A2425B"/>
    <w:rsid w:val="00A41DA0"/>
    <w:rsid w:val="00A41E64"/>
    <w:rsid w:val="00A4373B"/>
    <w:rsid w:val="00A66496"/>
    <w:rsid w:val="00A672F4"/>
    <w:rsid w:val="00A81329"/>
    <w:rsid w:val="00AA13A4"/>
    <w:rsid w:val="00AA66DE"/>
    <w:rsid w:val="00AB449C"/>
    <w:rsid w:val="00AB58F9"/>
    <w:rsid w:val="00AB74F3"/>
    <w:rsid w:val="00AC499B"/>
    <w:rsid w:val="00AC5D5A"/>
    <w:rsid w:val="00AC79A9"/>
    <w:rsid w:val="00AD21E8"/>
    <w:rsid w:val="00AE11FC"/>
    <w:rsid w:val="00AE1F72"/>
    <w:rsid w:val="00AE2F8E"/>
    <w:rsid w:val="00AE4A49"/>
    <w:rsid w:val="00AF14CD"/>
    <w:rsid w:val="00AF2F60"/>
    <w:rsid w:val="00B04903"/>
    <w:rsid w:val="00B12708"/>
    <w:rsid w:val="00B37903"/>
    <w:rsid w:val="00B41C69"/>
    <w:rsid w:val="00B4527C"/>
    <w:rsid w:val="00B5057C"/>
    <w:rsid w:val="00B531C4"/>
    <w:rsid w:val="00B74A40"/>
    <w:rsid w:val="00B96D9F"/>
    <w:rsid w:val="00BA1603"/>
    <w:rsid w:val="00BB2E01"/>
    <w:rsid w:val="00BD1BD8"/>
    <w:rsid w:val="00BD4845"/>
    <w:rsid w:val="00BE09D6"/>
    <w:rsid w:val="00BE7E94"/>
    <w:rsid w:val="00BF3D87"/>
    <w:rsid w:val="00C01B4F"/>
    <w:rsid w:val="00C0543A"/>
    <w:rsid w:val="00C10FF1"/>
    <w:rsid w:val="00C150A4"/>
    <w:rsid w:val="00C1548B"/>
    <w:rsid w:val="00C23945"/>
    <w:rsid w:val="00C275BB"/>
    <w:rsid w:val="00C30E55"/>
    <w:rsid w:val="00C36EB7"/>
    <w:rsid w:val="00C460C8"/>
    <w:rsid w:val="00C5090B"/>
    <w:rsid w:val="00C554EE"/>
    <w:rsid w:val="00C63324"/>
    <w:rsid w:val="00C64700"/>
    <w:rsid w:val="00C717E3"/>
    <w:rsid w:val="00C81188"/>
    <w:rsid w:val="00C8201F"/>
    <w:rsid w:val="00C93EFF"/>
    <w:rsid w:val="00CA118E"/>
    <w:rsid w:val="00CA11AC"/>
    <w:rsid w:val="00CA3DF1"/>
    <w:rsid w:val="00CA667A"/>
    <w:rsid w:val="00CB08CE"/>
    <w:rsid w:val="00CB5E53"/>
    <w:rsid w:val="00CB7A9B"/>
    <w:rsid w:val="00CB7E2C"/>
    <w:rsid w:val="00CC6A22"/>
    <w:rsid w:val="00CC7CB7"/>
    <w:rsid w:val="00CD0155"/>
    <w:rsid w:val="00CD3B96"/>
    <w:rsid w:val="00CD57E8"/>
    <w:rsid w:val="00CF130E"/>
    <w:rsid w:val="00CF6CBA"/>
    <w:rsid w:val="00D0209D"/>
    <w:rsid w:val="00D02133"/>
    <w:rsid w:val="00D057C6"/>
    <w:rsid w:val="00D11E62"/>
    <w:rsid w:val="00D15288"/>
    <w:rsid w:val="00D1546E"/>
    <w:rsid w:val="00D200DF"/>
    <w:rsid w:val="00D21FCD"/>
    <w:rsid w:val="00D2253E"/>
    <w:rsid w:val="00D229C7"/>
    <w:rsid w:val="00D26551"/>
    <w:rsid w:val="00D34CBE"/>
    <w:rsid w:val="00D35F2D"/>
    <w:rsid w:val="00D4021D"/>
    <w:rsid w:val="00D40E30"/>
    <w:rsid w:val="00D461ED"/>
    <w:rsid w:val="00D52F9F"/>
    <w:rsid w:val="00D53D61"/>
    <w:rsid w:val="00D66A94"/>
    <w:rsid w:val="00D67A9C"/>
    <w:rsid w:val="00D8794C"/>
    <w:rsid w:val="00DA5F94"/>
    <w:rsid w:val="00DB6B95"/>
    <w:rsid w:val="00DC7CB9"/>
    <w:rsid w:val="00DD06D9"/>
    <w:rsid w:val="00DE20BD"/>
    <w:rsid w:val="00DE3D9E"/>
    <w:rsid w:val="00DE75DF"/>
    <w:rsid w:val="00DF1BA0"/>
    <w:rsid w:val="00DF26E0"/>
    <w:rsid w:val="00DF669A"/>
    <w:rsid w:val="00DF75CB"/>
    <w:rsid w:val="00E112B4"/>
    <w:rsid w:val="00E15E9C"/>
    <w:rsid w:val="00E1630C"/>
    <w:rsid w:val="00E17E43"/>
    <w:rsid w:val="00E234BD"/>
    <w:rsid w:val="00E24899"/>
    <w:rsid w:val="00E26E8B"/>
    <w:rsid w:val="00E276DF"/>
    <w:rsid w:val="00E27E72"/>
    <w:rsid w:val="00E312EE"/>
    <w:rsid w:val="00E3202A"/>
    <w:rsid w:val="00E33DC8"/>
    <w:rsid w:val="00E43087"/>
    <w:rsid w:val="00E630EB"/>
    <w:rsid w:val="00E73A34"/>
    <w:rsid w:val="00E74197"/>
    <w:rsid w:val="00E75AE6"/>
    <w:rsid w:val="00E80215"/>
    <w:rsid w:val="00E83451"/>
    <w:rsid w:val="00EA0E2A"/>
    <w:rsid w:val="00EA1E6B"/>
    <w:rsid w:val="00EB52A5"/>
    <w:rsid w:val="00EB5ECC"/>
    <w:rsid w:val="00EC5361"/>
    <w:rsid w:val="00EC655E"/>
    <w:rsid w:val="00ED03D6"/>
    <w:rsid w:val="00ED7CA5"/>
    <w:rsid w:val="00ED7E6C"/>
    <w:rsid w:val="00EE33CA"/>
    <w:rsid w:val="00EE3AFE"/>
    <w:rsid w:val="00EF177F"/>
    <w:rsid w:val="00F01EFA"/>
    <w:rsid w:val="00F04B9B"/>
    <w:rsid w:val="00F0626A"/>
    <w:rsid w:val="00F07DF5"/>
    <w:rsid w:val="00F12D64"/>
    <w:rsid w:val="00F149CC"/>
    <w:rsid w:val="00F2357D"/>
    <w:rsid w:val="00F30397"/>
    <w:rsid w:val="00F46364"/>
    <w:rsid w:val="00F578B8"/>
    <w:rsid w:val="00F57F3A"/>
    <w:rsid w:val="00F60D72"/>
    <w:rsid w:val="00F74AAD"/>
    <w:rsid w:val="00F74E2E"/>
    <w:rsid w:val="00F82473"/>
    <w:rsid w:val="00F87A15"/>
    <w:rsid w:val="00F90B42"/>
    <w:rsid w:val="00F91582"/>
    <w:rsid w:val="00FA41B7"/>
    <w:rsid w:val="00FB196C"/>
    <w:rsid w:val="00FC4A05"/>
    <w:rsid w:val="00FD19C2"/>
    <w:rsid w:val="00FD309F"/>
    <w:rsid w:val="00FD787E"/>
    <w:rsid w:val="00FE19B7"/>
    <w:rsid w:val="00FF4E0A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FE598D-2157-40D5-9179-3903943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5C"/>
    <w:rPr>
      <w:sz w:val="24"/>
      <w:szCs w:val="24"/>
    </w:rPr>
  </w:style>
  <w:style w:type="paragraph" w:styleId="Heading1">
    <w:name w:val="heading 1"/>
    <w:basedOn w:val="Normal"/>
    <w:next w:val="Normal"/>
    <w:qFormat/>
    <w:rsid w:val="0011055C"/>
    <w:pPr>
      <w:spacing w:before="40" w:after="40"/>
      <w:outlineLvl w:val="0"/>
    </w:pPr>
    <w:rPr>
      <w:rFonts w:ascii="Tahoma" w:hAnsi="Tahoma"/>
      <w:b/>
      <w:bCs/>
      <w:color w:val="FFFFFF"/>
      <w:spacing w:val="10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1055C"/>
    <w:pPr>
      <w:spacing w:before="40" w:after="40"/>
    </w:pPr>
    <w:rPr>
      <w:rFonts w:ascii="Tahoma" w:hAnsi="Tahoma" w:cs="Arial"/>
      <w:spacing w:val="2"/>
      <w:sz w:val="16"/>
      <w:szCs w:val="16"/>
    </w:rPr>
  </w:style>
  <w:style w:type="paragraph" w:styleId="Title">
    <w:name w:val="Title"/>
    <w:basedOn w:val="Normal"/>
    <w:qFormat/>
    <w:rsid w:val="0011055C"/>
    <w:pPr>
      <w:jc w:val="center"/>
    </w:pPr>
    <w:rPr>
      <w:rFonts w:ascii="Tahoma" w:hAnsi="Tahoma" w:cs="Arial"/>
      <w:b/>
      <w:color w:val="990000"/>
      <w:sz w:val="32"/>
      <w:szCs w:val="36"/>
    </w:rPr>
  </w:style>
  <w:style w:type="paragraph" w:styleId="Header">
    <w:name w:val="header"/>
    <w:basedOn w:val="Normal"/>
    <w:link w:val="HeaderChar"/>
    <w:rsid w:val="002D7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D7D7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D7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D7C"/>
    <w:rPr>
      <w:sz w:val="24"/>
      <w:szCs w:val="24"/>
    </w:rPr>
  </w:style>
  <w:style w:type="paragraph" w:styleId="BalloonText">
    <w:name w:val="Balloon Text"/>
    <w:basedOn w:val="Normal"/>
    <w:link w:val="BalloonTextChar"/>
    <w:rsid w:val="002D7D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7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tlamaCongress\AppData\Roaming\Microsoft\Templates\Rental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0AF63-942C-48FB-8AA6-9E004FA1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Rental application.dot</Template>
  <TotalTime>4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NtlamaCongress</dc:creator>
  <cp:lastModifiedBy>Academic-Admissions</cp:lastModifiedBy>
  <cp:revision>2</cp:revision>
  <cp:lastPrinted>2017-01-31T13:34:00Z</cp:lastPrinted>
  <dcterms:created xsi:type="dcterms:W3CDTF">2019-02-06T14:07:00Z</dcterms:created>
  <dcterms:modified xsi:type="dcterms:W3CDTF">2019-02-06T14:07:00Z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TC010014421033</vt:lpwstr>
  </property>
</Properties>
</file>